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gliatabella"/>
        <w:tblW w:w="9498" w:type="dxa"/>
        <w:tblLook w:val="04A0" w:firstRow="1" w:lastRow="0" w:firstColumn="1" w:lastColumn="0" w:noHBand="0" w:noVBand="1"/>
      </w:tblPr>
      <w:tblGrid>
        <w:gridCol w:w="1398"/>
        <w:gridCol w:w="2297"/>
        <w:gridCol w:w="5803"/>
      </w:tblGrid>
      <w:tr w:rsidR="00757AC7" w:rsidRPr="00B0544D" w14:paraId="59D8B484" w14:textId="77777777" w:rsidTr="009027D5">
        <w:tc>
          <w:tcPr>
            <w:tcW w:w="1398" w:type="dxa"/>
          </w:tcPr>
          <w:p w14:paraId="2EE70C10" w14:textId="77777777" w:rsidR="00757AC7" w:rsidRPr="00845521" w:rsidRDefault="00757AC7" w:rsidP="002F7EE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/>
                <w:sz w:val="20"/>
              </w:rPr>
            </w:pPr>
            <w:r w:rsidRPr="00845521">
              <w:rPr>
                <w:rFonts w:ascii="Poppins" w:hAnsi="Poppins" w:cs="Poppins"/>
                <w:b/>
                <w:bCs/>
                <w:sz w:val="20"/>
              </w:rPr>
              <w:t>Codice</w:t>
            </w:r>
          </w:p>
        </w:tc>
        <w:tc>
          <w:tcPr>
            <w:tcW w:w="2297" w:type="dxa"/>
          </w:tcPr>
          <w:p w14:paraId="70C68DA3" w14:textId="77777777" w:rsidR="00757AC7" w:rsidRPr="00845521" w:rsidRDefault="00757AC7" w:rsidP="002F7EE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/>
                <w:bCs/>
                <w:sz w:val="20"/>
              </w:rPr>
            </w:pPr>
            <w:r w:rsidRPr="00845521">
              <w:rPr>
                <w:rFonts w:ascii="Poppins" w:hAnsi="Poppins" w:cs="Poppins"/>
                <w:b/>
                <w:bCs/>
                <w:sz w:val="20"/>
              </w:rPr>
              <w:t>Descrizione</w:t>
            </w:r>
          </w:p>
        </w:tc>
        <w:tc>
          <w:tcPr>
            <w:tcW w:w="5803" w:type="dxa"/>
          </w:tcPr>
          <w:p w14:paraId="0C349F87" w14:textId="77777777" w:rsidR="00757AC7" w:rsidRPr="00845521" w:rsidRDefault="00757AC7" w:rsidP="00DE40A1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 w:rsidRPr="00845521">
              <w:rPr>
                <w:rFonts w:ascii="Poppins" w:hAnsi="Poppins" w:cs="Poppins"/>
                <w:b/>
                <w:bCs/>
                <w:sz w:val="20"/>
              </w:rPr>
              <w:t>Testo di capitolato</w:t>
            </w:r>
          </w:p>
        </w:tc>
      </w:tr>
      <w:tr w:rsidR="000D5D2A" w14:paraId="3207988E" w14:textId="77777777" w:rsidTr="000D5D2A">
        <w:tc>
          <w:tcPr>
            <w:tcW w:w="1398" w:type="dxa"/>
          </w:tcPr>
          <w:p w14:paraId="337FA53D" w14:textId="0310A88F" w:rsidR="000D5D2A" w:rsidRPr="00845521" w:rsidRDefault="000D5D2A" w:rsidP="000D5D2A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5521">
              <w:rPr>
                <w:rFonts w:ascii="Poppins" w:hAnsi="Poppins" w:cs="Poppins"/>
                <w:bCs/>
                <w:sz w:val="20"/>
              </w:rPr>
              <w:t>15460004</w:t>
            </w:r>
          </w:p>
        </w:tc>
        <w:tc>
          <w:tcPr>
            <w:tcW w:w="2297" w:type="dxa"/>
          </w:tcPr>
          <w:p w14:paraId="7CC1E4ED" w14:textId="311F31BE" w:rsidR="000D5D2A" w:rsidRPr="00845521" w:rsidRDefault="000D5D2A" w:rsidP="000D5D2A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5521">
              <w:rPr>
                <w:rFonts w:ascii="Poppins" w:hAnsi="Poppins" w:cs="Poppins"/>
                <w:bCs/>
                <w:sz w:val="20"/>
              </w:rPr>
              <w:t>Filtro acqua 9” con attacchi da 3/4"</w:t>
            </w:r>
          </w:p>
        </w:tc>
        <w:tc>
          <w:tcPr>
            <w:tcW w:w="5803" w:type="dxa"/>
          </w:tcPr>
          <w:p w14:paraId="14C41DEB" w14:textId="77777777" w:rsidR="000D5D2A" w:rsidRPr="00845521" w:rsidRDefault="000D5D2A" w:rsidP="00DE40A1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845521">
              <w:rPr>
                <w:rFonts w:ascii="Poppins" w:hAnsi="Poppins" w:cs="Poppins"/>
                <w:bCs/>
                <w:sz w:val="20"/>
              </w:rPr>
              <w:t>Filtro per acqua da 9” con testa staffabile in polipropilene, composto da 3 pezzi</w:t>
            </w:r>
          </w:p>
          <w:p w14:paraId="56867188" w14:textId="77777777" w:rsidR="000D5D2A" w:rsidRPr="00845521" w:rsidRDefault="000D5D2A" w:rsidP="00DE40A1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7EBE5A13" w14:textId="77777777" w:rsidR="000D5D2A" w:rsidRPr="00845521" w:rsidRDefault="000D5D2A" w:rsidP="00DE40A1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845521">
              <w:rPr>
                <w:rFonts w:ascii="Poppins" w:hAnsi="Poppins" w:cs="Poppins"/>
                <w:b/>
                <w:bCs/>
                <w:sz w:val="20"/>
              </w:rPr>
              <w:t>Dati tecnici:</w:t>
            </w:r>
          </w:p>
          <w:p w14:paraId="67928BC7" w14:textId="77777777" w:rsidR="000D5D2A" w:rsidRPr="00845521" w:rsidRDefault="000D5D2A" w:rsidP="00DE40A1">
            <w:pPr>
              <w:pStyle w:val="Intestazione"/>
              <w:numPr>
                <w:ilvl w:val="0"/>
                <w:numId w:val="39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845521">
              <w:rPr>
                <w:rFonts w:ascii="Poppins" w:hAnsi="Poppins" w:cs="Poppins"/>
                <w:sz w:val="20"/>
              </w:rPr>
              <w:t>Misura: 3/4" 3 pezzi</w:t>
            </w:r>
          </w:p>
          <w:p w14:paraId="7C093B50" w14:textId="77777777" w:rsidR="000D5D2A" w:rsidRPr="00845521" w:rsidRDefault="000D5D2A" w:rsidP="00DE40A1">
            <w:pPr>
              <w:pStyle w:val="Intestazione"/>
              <w:numPr>
                <w:ilvl w:val="0"/>
                <w:numId w:val="39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845521">
              <w:rPr>
                <w:rFonts w:ascii="Poppins" w:hAnsi="Poppins" w:cs="Poppins"/>
                <w:bCs/>
                <w:sz w:val="20"/>
              </w:rPr>
              <w:t>Pressione massima di esercizio: 8 bar</w:t>
            </w:r>
          </w:p>
          <w:p w14:paraId="09356D18" w14:textId="77777777" w:rsidR="000D5D2A" w:rsidRPr="00845521" w:rsidRDefault="000D5D2A" w:rsidP="00DE40A1">
            <w:pPr>
              <w:pStyle w:val="Intestazione"/>
              <w:numPr>
                <w:ilvl w:val="0"/>
                <w:numId w:val="39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845521">
              <w:rPr>
                <w:rFonts w:ascii="Poppins" w:hAnsi="Poppins" w:cs="Poppins"/>
                <w:bCs/>
                <w:sz w:val="20"/>
              </w:rPr>
              <w:t>Pressione di scoppio: 28 bar</w:t>
            </w:r>
          </w:p>
          <w:p w14:paraId="61A6DD1A" w14:textId="77777777" w:rsidR="000D5D2A" w:rsidRPr="00845521" w:rsidRDefault="000D5D2A" w:rsidP="00DE40A1">
            <w:pPr>
              <w:pStyle w:val="Intestazione"/>
              <w:numPr>
                <w:ilvl w:val="0"/>
                <w:numId w:val="39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845521">
              <w:rPr>
                <w:rFonts w:ascii="Poppins" w:hAnsi="Poppins" w:cs="Poppins"/>
                <w:bCs/>
                <w:sz w:val="20"/>
              </w:rPr>
              <w:t>Temperatura massima di esercizio: 40 °C</w:t>
            </w:r>
          </w:p>
          <w:p w14:paraId="597D0ECD" w14:textId="77777777" w:rsidR="000D5D2A" w:rsidRPr="00845521" w:rsidRDefault="000D5D2A" w:rsidP="00DE40A1">
            <w:pPr>
              <w:pStyle w:val="Intestazione"/>
              <w:numPr>
                <w:ilvl w:val="0"/>
                <w:numId w:val="39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845521">
              <w:rPr>
                <w:rFonts w:ascii="Poppins" w:hAnsi="Poppins" w:cs="Poppins"/>
                <w:bCs/>
                <w:sz w:val="20"/>
              </w:rPr>
              <w:t>Diametro: 178 mm</w:t>
            </w:r>
          </w:p>
          <w:p w14:paraId="2DADBEF1" w14:textId="77777777" w:rsidR="000D5D2A" w:rsidRPr="00922504" w:rsidRDefault="000D5D2A" w:rsidP="00DE40A1">
            <w:pPr>
              <w:pStyle w:val="Intestazione"/>
              <w:numPr>
                <w:ilvl w:val="0"/>
                <w:numId w:val="39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  <w:lang w:val="fi-FI"/>
              </w:rPr>
            </w:pPr>
            <w:r w:rsidRPr="00922504">
              <w:rPr>
                <w:rFonts w:ascii="Poppins" w:hAnsi="Poppins" w:cs="Poppins"/>
                <w:bCs/>
                <w:sz w:val="20"/>
                <w:lang w:val="fi-FI"/>
              </w:rPr>
              <w:t>Filettatura: G (UNI EN ISO 228-1)</w:t>
            </w:r>
          </w:p>
          <w:p w14:paraId="7D82EFAD" w14:textId="77777777" w:rsidR="000D5D2A" w:rsidRPr="00922504" w:rsidRDefault="000D5D2A" w:rsidP="00DE40A1">
            <w:pPr>
              <w:pStyle w:val="Intestazione"/>
              <w:tabs>
                <w:tab w:val="left" w:pos="708"/>
              </w:tabs>
              <w:ind w:left="360"/>
              <w:jc w:val="both"/>
              <w:rPr>
                <w:rFonts w:ascii="Poppins" w:hAnsi="Poppins" w:cs="Poppins"/>
                <w:bCs/>
                <w:sz w:val="20"/>
                <w:lang w:val="fi-FI"/>
              </w:rPr>
            </w:pPr>
          </w:p>
          <w:p w14:paraId="7817543D" w14:textId="2F0953AC" w:rsidR="000D5D2A" w:rsidRPr="00845521" w:rsidRDefault="000D5D2A" w:rsidP="00DE40A1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5521">
              <w:rPr>
                <w:rFonts w:ascii="Poppins" w:hAnsi="Poppins" w:cs="Poppins"/>
                <w:b/>
                <w:sz w:val="20"/>
              </w:rPr>
              <w:t>Marca E</w:t>
            </w:r>
            <w:r w:rsidR="00922504">
              <w:rPr>
                <w:rFonts w:ascii="Poppins" w:hAnsi="Poppins" w:cs="Poppins"/>
                <w:b/>
                <w:sz w:val="20"/>
              </w:rPr>
              <w:t>mmeti</w:t>
            </w:r>
            <w:r w:rsidRPr="00845521">
              <w:rPr>
                <w:rFonts w:ascii="Poppins" w:hAnsi="Poppins" w:cs="Poppins"/>
                <w:b/>
                <w:sz w:val="20"/>
              </w:rPr>
              <w:t xml:space="preserve"> – Modello Filtro acqua 9” con attacchi da 3/4" o equivalente.</w:t>
            </w:r>
          </w:p>
        </w:tc>
      </w:tr>
      <w:tr w:rsidR="000D5D2A" w14:paraId="4F00D4CD" w14:textId="77777777" w:rsidTr="000D5D2A">
        <w:tc>
          <w:tcPr>
            <w:tcW w:w="1398" w:type="dxa"/>
          </w:tcPr>
          <w:p w14:paraId="687444BE" w14:textId="4406A279" w:rsidR="000D5D2A" w:rsidRPr="00845521" w:rsidRDefault="000D5D2A" w:rsidP="000D5D2A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5521">
              <w:rPr>
                <w:rFonts w:ascii="Poppins" w:hAnsi="Poppins" w:cs="Poppins"/>
                <w:bCs/>
                <w:sz w:val="20"/>
              </w:rPr>
              <w:t>15460006</w:t>
            </w:r>
          </w:p>
        </w:tc>
        <w:tc>
          <w:tcPr>
            <w:tcW w:w="2297" w:type="dxa"/>
          </w:tcPr>
          <w:p w14:paraId="349D12A2" w14:textId="4D93D951" w:rsidR="000D5D2A" w:rsidRPr="00845521" w:rsidRDefault="000D5D2A" w:rsidP="000D5D2A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5521">
              <w:rPr>
                <w:rFonts w:ascii="Poppins" w:hAnsi="Poppins" w:cs="Poppins"/>
                <w:bCs/>
                <w:sz w:val="20"/>
              </w:rPr>
              <w:t>Filtro acqua 9” con attacchi da 1"</w:t>
            </w:r>
          </w:p>
        </w:tc>
        <w:tc>
          <w:tcPr>
            <w:tcW w:w="5803" w:type="dxa"/>
          </w:tcPr>
          <w:p w14:paraId="3C04DEB4" w14:textId="77777777" w:rsidR="000D5D2A" w:rsidRPr="00845521" w:rsidRDefault="000D5D2A" w:rsidP="00DE40A1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845521">
              <w:rPr>
                <w:rFonts w:ascii="Poppins" w:hAnsi="Poppins" w:cs="Poppins"/>
                <w:bCs/>
                <w:sz w:val="20"/>
              </w:rPr>
              <w:t>Filtro per acqua da 9” con testa staffabile in polipropilene, composto da 3 pezzi</w:t>
            </w:r>
          </w:p>
          <w:p w14:paraId="21E076E9" w14:textId="77777777" w:rsidR="000D5D2A" w:rsidRPr="00845521" w:rsidRDefault="000D5D2A" w:rsidP="00DE40A1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3B3E821D" w14:textId="77777777" w:rsidR="000D5D2A" w:rsidRPr="00845521" w:rsidRDefault="000D5D2A" w:rsidP="00DE40A1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845521">
              <w:rPr>
                <w:rFonts w:ascii="Poppins" w:hAnsi="Poppins" w:cs="Poppins"/>
                <w:b/>
                <w:bCs/>
                <w:sz w:val="20"/>
              </w:rPr>
              <w:t>Dati tecnici:</w:t>
            </w:r>
          </w:p>
          <w:p w14:paraId="68127896" w14:textId="77777777" w:rsidR="000D5D2A" w:rsidRPr="00845521" w:rsidRDefault="000D5D2A" w:rsidP="00DE40A1">
            <w:pPr>
              <w:pStyle w:val="Intestazione"/>
              <w:numPr>
                <w:ilvl w:val="0"/>
                <w:numId w:val="39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845521">
              <w:rPr>
                <w:rFonts w:ascii="Poppins" w:hAnsi="Poppins" w:cs="Poppins"/>
                <w:sz w:val="20"/>
              </w:rPr>
              <w:t xml:space="preserve">Misura: 1" </w:t>
            </w:r>
          </w:p>
          <w:p w14:paraId="27A8FB78" w14:textId="77777777" w:rsidR="000D5D2A" w:rsidRPr="00845521" w:rsidRDefault="000D5D2A" w:rsidP="00DE40A1">
            <w:pPr>
              <w:pStyle w:val="Intestazione"/>
              <w:numPr>
                <w:ilvl w:val="0"/>
                <w:numId w:val="39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845521">
              <w:rPr>
                <w:rFonts w:ascii="Poppins" w:hAnsi="Poppins" w:cs="Poppins"/>
                <w:bCs/>
                <w:sz w:val="20"/>
              </w:rPr>
              <w:t>Pressione massima di esercizio: 8 bar</w:t>
            </w:r>
          </w:p>
          <w:p w14:paraId="18C3F06E" w14:textId="77777777" w:rsidR="000D5D2A" w:rsidRPr="00845521" w:rsidRDefault="000D5D2A" w:rsidP="00DE40A1">
            <w:pPr>
              <w:pStyle w:val="Intestazione"/>
              <w:numPr>
                <w:ilvl w:val="0"/>
                <w:numId w:val="39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845521">
              <w:rPr>
                <w:rFonts w:ascii="Poppins" w:hAnsi="Poppins" w:cs="Poppins"/>
                <w:bCs/>
                <w:sz w:val="20"/>
              </w:rPr>
              <w:t>Pressione di scoppio: 28 bar</w:t>
            </w:r>
          </w:p>
          <w:p w14:paraId="2FEB6A87" w14:textId="77777777" w:rsidR="000D5D2A" w:rsidRPr="00845521" w:rsidRDefault="000D5D2A" w:rsidP="00DE40A1">
            <w:pPr>
              <w:pStyle w:val="Intestazione"/>
              <w:numPr>
                <w:ilvl w:val="0"/>
                <w:numId w:val="39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845521">
              <w:rPr>
                <w:rFonts w:ascii="Poppins" w:hAnsi="Poppins" w:cs="Poppins"/>
                <w:bCs/>
                <w:sz w:val="20"/>
              </w:rPr>
              <w:t>Temperatura massima di esercizio: 40 °C</w:t>
            </w:r>
          </w:p>
          <w:p w14:paraId="75628A37" w14:textId="77777777" w:rsidR="000D5D2A" w:rsidRPr="00845521" w:rsidRDefault="000D5D2A" w:rsidP="00DE40A1">
            <w:pPr>
              <w:pStyle w:val="Intestazione"/>
              <w:numPr>
                <w:ilvl w:val="0"/>
                <w:numId w:val="39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845521">
              <w:rPr>
                <w:rFonts w:ascii="Poppins" w:hAnsi="Poppins" w:cs="Poppins"/>
                <w:bCs/>
                <w:sz w:val="20"/>
              </w:rPr>
              <w:t>Diametro: 178 mm</w:t>
            </w:r>
          </w:p>
          <w:p w14:paraId="605D63A1" w14:textId="77777777" w:rsidR="000D5D2A" w:rsidRPr="00922504" w:rsidRDefault="000D5D2A" w:rsidP="00DE40A1">
            <w:pPr>
              <w:pStyle w:val="Intestazione"/>
              <w:numPr>
                <w:ilvl w:val="0"/>
                <w:numId w:val="39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  <w:lang w:val="fi-FI"/>
              </w:rPr>
            </w:pPr>
            <w:r w:rsidRPr="00922504">
              <w:rPr>
                <w:rFonts w:ascii="Poppins" w:hAnsi="Poppins" w:cs="Poppins"/>
                <w:bCs/>
                <w:sz w:val="20"/>
                <w:lang w:val="fi-FI"/>
              </w:rPr>
              <w:t>Filettatura: G (UNI EN ISO 228-1)</w:t>
            </w:r>
          </w:p>
          <w:p w14:paraId="79C3F6DE" w14:textId="77777777" w:rsidR="000D5D2A" w:rsidRPr="00922504" w:rsidRDefault="000D5D2A" w:rsidP="00DE40A1">
            <w:pPr>
              <w:pStyle w:val="Intestazione"/>
              <w:tabs>
                <w:tab w:val="left" w:pos="708"/>
              </w:tabs>
              <w:ind w:left="360"/>
              <w:jc w:val="both"/>
              <w:rPr>
                <w:rFonts w:ascii="Poppins" w:hAnsi="Poppins" w:cs="Poppins"/>
                <w:bCs/>
                <w:sz w:val="20"/>
                <w:lang w:val="fi-FI"/>
              </w:rPr>
            </w:pPr>
          </w:p>
          <w:p w14:paraId="4438B83D" w14:textId="3B2C010E" w:rsidR="000D5D2A" w:rsidRPr="00845521" w:rsidRDefault="000D5D2A" w:rsidP="00DE40A1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5521">
              <w:rPr>
                <w:rFonts w:ascii="Poppins" w:hAnsi="Poppins" w:cs="Poppins"/>
                <w:b/>
                <w:sz w:val="20"/>
              </w:rPr>
              <w:t>Marca E</w:t>
            </w:r>
            <w:r w:rsidR="00922504">
              <w:rPr>
                <w:rFonts w:ascii="Poppins" w:hAnsi="Poppins" w:cs="Poppins"/>
                <w:b/>
                <w:sz w:val="20"/>
              </w:rPr>
              <w:t>mmeti</w:t>
            </w:r>
            <w:r w:rsidRPr="00845521">
              <w:rPr>
                <w:rFonts w:ascii="Poppins" w:hAnsi="Poppins" w:cs="Poppins"/>
                <w:b/>
                <w:sz w:val="20"/>
              </w:rPr>
              <w:t xml:space="preserve"> – Modello Filtro acqua 9” con attacchi da 1" o equivalente.</w:t>
            </w:r>
          </w:p>
        </w:tc>
      </w:tr>
      <w:tr w:rsidR="000D5D2A" w14:paraId="299F8417" w14:textId="77777777" w:rsidTr="000D5D2A">
        <w:tc>
          <w:tcPr>
            <w:tcW w:w="1398" w:type="dxa"/>
          </w:tcPr>
          <w:p w14:paraId="33E9D0BD" w14:textId="679B363A" w:rsidR="000D5D2A" w:rsidRPr="00845521" w:rsidRDefault="000D5D2A" w:rsidP="000D5D2A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5521">
              <w:rPr>
                <w:rFonts w:ascii="Poppins" w:hAnsi="Poppins" w:cs="Poppins"/>
                <w:bCs/>
                <w:sz w:val="20"/>
              </w:rPr>
              <w:t>15460028</w:t>
            </w:r>
          </w:p>
        </w:tc>
        <w:tc>
          <w:tcPr>
            <w:tcW w:w="2297" w:type="dxa"/>
          </w:tcPr>
          <w:p w14:paraId="2BF9B528" w14:textId="487C4109" w:rsidR="000D5D2A" w:rsidRPr="00845521" w:rsidRDefault="000D5D2A" w:rsidP="000D5D2A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5521">
              <w:rPr>
                <w:rFonts w:ascii="Poppins" w:hAnsi="Poppins" w:cs="Poppins"/>
                <w:bCs/>
                <w:sz w:val="20"/>
              </w:rPr>
              <w:t>Filtro acqua 5” con attacchi da 3/4"</w:t>
            </w:r>
          </w:p>
        </w:tc>
        <w:tc>
          <w:tcPr>
            <w:tcW w:w="5803" w:type="dxa"/>
          </w:tcPr>
          <w:p w14:paraId="61D7DAAC" w14:textId="77777777" w:rsidR="000D5D2A" w:rsidRPr="00845521" w:rsidRDefault="000D5D2A" w:rsidP="00DE40A1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845521">
              <w:rPr>
                <w:rFonts w:ascii="Poppins" w:hAnsi="Poppins" w:cs="Poppins"/>
                <w:bCs/>
                <w:sz w:val="20"/>
              </w:rPr>
              <w:t>Filtro per acqua da 5” con testa staffabile in polipropilene, composto da 3 pezzi</w:t>
            </w:r>
          </w:p>
          <w:p w14:paraId="30ECE19C" w14:textId="77777777" w:rsidR="000D5D2A" w:rsidRPr="00845521" w:rsidRDefault="000D5D2A" w:rsidP="00DE40A1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0A97F172" w14:textId="77777777" w:rsidR="000D5D2A" w:rsidRPr="00845521" w:rsidRDefault="000D5D2A" w:rsidP="00DE40A1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845521">
              <w:rPr>
                <w:rFonts w:ascii="Poppins" w:hAnsi="Poppins" w:cs="Poppins"/>
                <w:b/>
                <w:bCs/>
                <w:sz w:val="20"/>
              </w:rPr>
              <w:t>Dati tecnici:</w:t>
            </w:r>
          </w:p>
          <w:p w14:paraId="021658BE" w14:textId="77777777" w:rsidR="000D5D2A" w:rsidRPr="00845521" w:rsidRDefault="000D5D2A" w:rsidP="00DE40A1">
            <w:pPr>
              <w:pStyle w:val="Intestazione"/>
              <w:numPr>
                <w:ilvl w:val="0"/>
                <w:numId w:val="39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845521">
              <w:rPr>
                <w:rFonts w:ascii="Poppins" w:hAnsi="Poppins" w:cs="Poppins"/>
                <w:sz w:val="20"/>
              </w:rPr>
              <w:t>Misura: 3/4" 3 pezzi</w:t>
            </w:r>
          </w:p>
          <w:p w14:paraId="2E571896" w14:textId="77777777" w:rsidR="000D5D2A" w:rsidRPr="00845521" w:rsidRDefault="000D5D2A" w:rsidP="00DE40A1">
            <w:pPr>
              <w:pStyle w:val="Intestazione"/>
              <w:numPr>
                <w:ilvl w:val="0"/>
                <w:numId w:val="39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845521">
              <w:rPr>
                <w:rFonts w:ascii="Poppins" w:hAnsi="Poppins" w:cs="Poppins"/>
                <w:bCs/>
                <w:sz w:val="20"/>
              </w:rPr>
              <w:t>Pressione massima di esercizio: 8 bar</w:t>
            </w:r>
          </w:p>
          <w:p w14:paraId="5E5708BC" w14:textId="77777777" w:rsidR="000D5D2A" w:rsidRPr="00845521" w:rsidRDefault="000D5D2A" w:rsidP="00DE40A1">
            <w:pPr>
              <w:pStyle w:val="Intestazione"/>
              <w:numPr>
                <w:ilvl w:val="0"/>
                <w:numId w:val="39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845521">
              <w:rPr>
                <w:rFonts w:ascii="Poppins" w:hAnsi="Poppins" w:cs="Poppins"/>
                <w:bCs/>
                <w:sz w:val="20"/>
              </w:rPr>
              <w:t>Pressione di scoppio: 28 bar</w:t>
            </w:r>
          </w:p>
          <w:p w14:paraId="4BF707C3" w14:textId="77777777" w:rsidR="000D5D2A" w:rsidRPr="00845521" w:rsidRDefault="000D5D2A" w:rsidP="00DE40A1">
            <w:pPr>
              <w:pStyle w:val="Intestazione"/>
              <w:numPr>
                <w:ilvl w:val="0"/>
                <w:numId w:val="39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845521">
              <w:rPr>
                <w:rFonts w:ascii="Poppins" w:hAnsi="Poppins" w:cs="Poppins"/>
                <w:bCs/>
                <w:sz w:val="20"/>
              </w:rPr>
              <w:t>Temperatura massima di esercizio: 40 °C</w:t>
            </w:r>
          </w:p>
          <w:p w14:paraId="5EF19A28" w14:textId="77777777" w:rsidR="000D5D2A" w:rsidRPr="00845521" w:rsidRDefault="000D5D2A" w:rsidP="00DE40A1">
            <w:pPr>
              <w:pStyle w:val="Intestazione"/>
              <w:numPr>
                <w:ilvl w:val="0"/>
                <w:numId w:val="39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845521">
              <w:rPr>
                <w:rFonts w:ascii="Poppins" w:hAnsi="Poppins" w:cs="Poppins"/>
                <w:bCs/>
                <w:sz w:val="20"/>
              </w:rPr>
              <w:t>Diametro: 178 mm</w:t>
            </w:r>
          </w:p>
          <w:p w14:paraId="75B3D3F5" w14:textId="77777777" w:rsidR="000D5D2A" w:rsidRPr="00922504" w:rsidRDefault="000D5D2A" w:rsidP="00DE40A1">
            <w:pPr>
              <w:pStyle w:val="Intestazione"/>
              <w:numPr>
                <w:ilvl w:val="0"/>
                <w:numId w:val="39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  <w:lang w:val="fi-FI"/>
              </w:rPr>
            </w:pPr>
            <w:r w:rsidRPr="00922504">
              <w:rPr>
                <w:rFonts w:ascii="Poppins" w:hAnsi="Poppins" w:cs="Poppins"/>
                <w:bCs/>
                <w:sz w:val="20"/>
                <w:lang w:val="fi-FI"/>
              </w:rPr>
              <w:t>Filettatura: G (UNI EN ISO 228-1)</w:t>
            </w:r>
          </w:p>
          <w:p w14:paraId="0ED75FA2" w14:textId="77777777" w:rsidR="000D5D2A" w:rsidRPr="00922504" w:rsidRDefault="000D5D2A" w:rsidP="00DE40A1">
            <w:pPr>
              <w:pStyle w:val="Intestazione"/>
              <w:tabs>
                <w:tab w:val="left" w:pos="708"/>
              </w:tabs>
              <w:ind w:left="360"/>
              <w:jc w:val="both"/>
              <w:rPr>
                <w:rFonts w:ascii="Poppins" w:hAnsi="Poppins" w:cs="Poppins"/>
                <w:bCs/>
                <w:sz w:val="20"/>
                <w:lang w:val="fi-FI"/>
              </w:rPr>
            </w:pPr>
          </w:p>
          <w:p w14:paraId="25A798D9" w14:textId="7EEDBCD5" w:rsidR="000D5D2A" w:rsidRPr="00845521" w:rsidRDefault="000D5D2A" w:rsidP="00DE40A1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845521">
              <w:rPr>
                <w:rFonts w:ascii="Poppins" w:hAnsi="Poppins" w:cs="Poppins"/>
                <w:b/>
                <w:sz w:val="20"/>
              </w:rPr>
              <w:t>Marca E</w:t>
            </w:r>
            <w:r w:rsidR="00922504">
              <w:rPr>
                <w:rFonts w:ascii="Poppins" w:hAnsi="Poppins" w:cs="Poppins"/>
                <w:b/>
                <w:sz w:val="20"/>
              </w:rPr>
              <w:t>mmeti</w:t>
            </w:r>
            <w:r w:rsidRPr="00845521">
              <w:rPr>
                <w:rFonts w:ascii="Poppins" w:hAnsi="Poppins" w:cs="Poppins"/>
                <w:b/>
                <w:sz w:val="20"/>
              </w:rPr>
              <w:t>– Modello Filtro acqua 5” con attacchi da 3/4" o equivalente.</w:t>
            </w:r>
          </w:p>
        </w:tc>
      </w:tr>
      <w:tr w:rsidR="000D5D2A" w:rsidRPr="00694BA1" w14:paraId="364BEDFF" w14:textId="77777777" w:rsidTr="000D5D2A">
        <w:tc>
          <w:tcPr>
            <w:tcW w:w="1398" w:type="dxa"/>
            <w:hideMark/>
          </w:tcPr>
          <w:p w14:paraId="062D47C4" w14:textId="77777777" w:rsidR="000D5D2A" w:rsidRPr="00845521" w:rsidRDefault="000D5D2A" w:rsidP="009A18E5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5521">
              <w:rPr>
                <w:rFonts w:ascii="Poppins" w:hAnsi="Poppins" w:cs="Poppins"/>
                <w:bCs/>
                <w:sz w:val="20"/>
              </w:rPr>
              <w:lastRenderedPageBreak/>
              <w:t>15460018</w:t>
            </w:r>
          </w:p>
        </w:tc>
        <w:tc>
          <w:tcPr>
            <w:tcW w:w="2297" w:type="dxa"/>
            <w:hideMark/>
          </w:tcPr>
          <w:p w14:paraId="1226EC4B" w14:textId="77777777" w:rsidR="000D5D2A" w:rsidRPr="00845521" w:rsidRDefault="000D5D2A" w:rsidP="009A18E5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5521">
              <w:rPr>
                <w:rFonts w:ascii="Poppins" w:hAnsi="Poppins" w:cs="Poppins"/>
                <w:bCs/>
                <w:sz w:val="20"/>
              </w:rPr>
              <w:t>Cartuccia da 5” in Nylon</w:t>
            </w:r>
          </w:p>
        </w:tc>
        <w:tc>
          <w:tcPr>
            <w:tcW w:w="5803" w:type="dxa"/>
          </w:tcPr>
          <w:p w14:paraId="7A43B4A9" w14:textId="77777777" w:rsidR="000D5D2A" w:rsidRPr="00845521" w:rsidRDefault="000D5D2A" w:rsidP="00DE40A1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845521">
              <w:rPr>
                <w:rFonts w:ascii="Poppins" w:hAnsi="Poppins" w:cs="Poppins"/>
                <w:bCs/>
                <w:sz w:val="20"/>
              </w:rPr>
              <w:t>Cartuccia filtrante da 5” con portata nominale di 3500 l/h.</w:t>
            </w:r>
          </w:p>
          <w:p w14:paraId="1276B92C" w14:textId="77777777" w:rsidR="000D5D2A" w:rsidRPr="00845521" w:rsidRDefault="000D5D2A" w:rsidP="00DE40A1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845521">
              <w:rPr>
                <w:rFonts w:ascii="Poppins" w:hAnsi="Poppins" w:cs="Poppins"/>
                <w:bCs/>
                <w:sz w:val="20"/>
              </w:rPr>
              <w:t>Filtrazione 60 micron.</w:t>
            </w:r>
          </w:p>
          <w:p w14:paraId="6FAA9789" w14:textId="77777777" w:rsidR="000D5D2A" w:rsidRPr="00845521" w:rsidRDefault="000D5D2A" w:rsidP="00DE40A1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7E8458B4" w14:textId="3512BE13" w:rsidR="000D5D2A" w:rsidRPr="00845521" w:rsidRDefault="000D5D2A" w:rsidP="00DE40A1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845521">
              <w:rPr>
                <w:rFonts w:ascii="Poppins" w:hAnsi="Poppins" w:cs="Poppins"/>
                <w:b/>
                <w:sz w:val="20"/>
              </w:rPr>
              <w:t>Marca E</w:t>
            </w:r>
            <w:r w:rsidR="00922504">
              <w:rPr>
                <w:rFonts w:ascii="Poppins" w:hAnsi="Poppins" w:cs="Poppins"/>
                <w:b/>
                <w:sz w:val="20"/>
              </w:rPr>
              <w:t>mmeti</w:t>
            </w:r>
            <w:r w:rsidRPr="00845521">
              <w:rPr>
                <w:rFonts w:ascii="Poppins" w:hAnsi="Poppins" w:cs="Poppins"/>
                <w:b/>
                <w:sz w:val="20"/>
              </w:rPr>
              <w:t xml:space="preserve"> – Modello Cartuccia da 5” in Nylon o equivalente.</w:t>
            </w:r>
          </w:p>
        </w:tc>
      </w:tr>
      <w:tr w:rsidR="000D5D2A" w:rsidRPr="00694BA1" w14:paraId="49DD3AB8" w14:textId="77777777" w:rsidTr="000D5D2A">
        <w:tc>
          <w:tcPr>
            <w:tcW w:w="1398" w:type="dxa"/>
            <w:hideMark/>
          </w:tcPr>
          <w:p w14:paraId="19F62C2D" w14:textId="77777777" w:rsidR="000D5D2A" w:rsidRPr="00845521" w:rsidRDefault="000D5D2A" w:rsidP="009A18E5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5521">
              <w:rPr>
                <w:rFonts w:ascii="Poppins" w:hAnsi="Poppins" w:cs="Poppins"/>
                <w:bCs/>
                <w:sz w:val="20"/>
              </w:rPr>
              <w:t>15100005</w:t>
            </w:r>
          </w:p>
        </w:tc>
        <w:tc>
          <w:tcPr>
            <w:tcW w:w="2297" w:type="dxa"/>
            <w:hideMark/>
          </w:tcPr>
          <w:p w14:paraId="14097A57" w14:textId="77777777" w:rsidR="000D5D2A" w:rsidRPr="00845521" w:rsidRDefault="000D5D2A" w:rsidP="009A18E5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5521">
              <w:rPr>
                <w:rFonts w:ascii="Poppins" w:hAnsi="Poppins" w:cs="Poppins"/>
                <w:bCs/>
                <w:sz w:val="20"/>
              </w:rPr>
              <w:t>Cartuccia da 5” in Polipropilene</w:t>
            </w:r>
          </w:p>
        </w:tc>
        <w:tc>
          <w:tcPr>
            <w:tcW w:w="5803" w:type="dxa"/>
          </w:tcPr>
          <w:p w14:paraId="4AA713BA" w14:textId="77777777" w:rsidR="000D5D2A" w:rsidRPr="00845521" w:rsidRDefault="000D5D2A" w:rsidP="00DE40A1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845521">
              <w:rPr>
                <w:rFonts w:ascii="Poppins" w:hAnsi="Poppins" w:cs="Poppins"/>
                <w:bCs/>
                <w:sz w:val="20"/>
              </w:rPr>
              <w:t>Cartuccia filtrante da 5” con portata nominale di 3500 l/h.</w:t>
            </w:r>
          </w:p>
          <w:p w14:paraId="06ACA249" w14:textId="77777777" w:rsidR="000D5D2A" w:rsidRPr="00845521" w:rsidRDefault="000D5D2A" w:rsidP="00DE40A1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845521">
              <w:rPr>
                <w:rFonts w:ascii="Poppins" w:hAnsi="Poppins" w:cs="Poppins"/>
                <w:bCs/>
                <w:sz w:val="20"/>
              </w:rPr>
              <w:t>Filtrazione 10 micron.</w:t>
            </w:r>
          </w:p>
          <w:p w14:paraId="27DA8A96" w14:textId="77777777" w:rsidR="000D5D2A" w:rsidRPr="00845521" w:rsidRDefault="000D5D2A" w:rsidP="00DE40A1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06035B96" w14:textId="4647873A" w:rsidR="000D5D2A" w:rsidRPr="00845521" w:rsidRDefault="000D5D2A" w:rsidP="00DE40A1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845521">
              <w:rPr>
                <w:rFonts w:ascii="Poppins" w:hAnsi="Poppins" w:cs="Poppins"/>
                <w:b/>
                <w:sz w:val="20"/>
              </w:rPr>
              <w:t>Marca E</w:t>
            </w:r>
            <w:r w:rsidR="00922504">
              <w:rPr>
                <w:rFonts w:ascii="Poppins" w:hAnsi="Poppins" w:cs="Poppins"/>
                <w:b/>
                <w:sz w:val="20"/>
              </w:rPr>
              <w:t>mmeti</w:t>
            </w:r>
            <w:r w:rsidRPr="00845521">
              <w:rPr>
                <w:rFonts w:ascii="Poppins" w:hAnsi="Poppins" w:cs="Poppins"/>
                <w:b/>
                <w:sz w:val="20"/>
              </w:rPr>
              <w:t xml:space="preserve"> – Modello Cartuccia da 5” in Polipropilene o equivalente.</w:t>
            </w:r>
          </w:p>
        </w:tc>
      </w:tr>
      <w:tr w:rsidR="000D5D2A" w:rsidRPr="00694BA1" w14:paraId="1710720F" w14:textId="77777777" w:rsidTr="000D5D2A">
        <w:tc>
          <w:tcPr>
            <w:tcW w:w="1398" w:type="dxa"/>
            <w:hideMark/>
          </w:tcPr>
          <w:p w14:paraId="47228BA5" w14:textId="77777777" w:rsidR="000D5D2A" w:rsidRPr="00845521" w:rsidRDefault="000D5D2A" w:rsidP="009A18E5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5521">
              <w:rPr>
                <w:rFonts w:ascii="Poppins" w:hAnsi="Poppins" w:cs="Poppins"/>
                <w:bCs/>
                <w:sz w:val="20"/>
              </w:rPr>
              <w:t>15120110</w:t>
            </w:r>
          </w:p>
        </w:tc>
        <w:tc>
          <w:tcPr>
            <w:tcW w:w="2297" w:type="dxa"/>
            <w:hideMark/>
          </w:tcPr>
          <w:p w14:paraId="13541AE0" w14:textId="77777777" w:rsidR="000D5D2A" w:rsidRPr="00845521" w:rsidRDefault="000D5D2A" w:rsidP="009A18E5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5521">
              <w:rPr>
                <w:rFonts w:ascii="Poppins" w:hAnsi="Poppins" w:cs="Poppins"/>
                <w:bCs/>
                <w:sz w:val="20"/>
              </w:rPr>
              <w:t>Cartuccia da 9” in Nylon</w:t>
            </w:r>
          </w:p>
        </w:tc>
        <w:tc>
          <w:tcPr>
            <w:tcW w:w="5803" w:type="dxa"/>
          </w:tcPr>
          <w:p w14:paraId="1C97C65D" w14:textId="77777777" w:rsidR="000D5D2A" w:rsidRPr="00845521" w:rsidRDefault="000D5D2A" w:rsidP="00DE40A1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845521">
              <w:rPr>
                <w:rFonts w:ascii="Poppins" w:hAnsi="Poppins" w:cs="Poppins"/>
                <w:bCs/>
                <w:sz w:val="20"/>
              </w:rPr>
              <w:t>Cartuccia filtrante da 9” con portata nominale di 3500 l/h.</w:t>
            </w:r>
          </w:p>
          <w:p w14:paraId="05A1A01A" w14:textId="77777777" w:rsidR="000D5D2A" w:rsidRPr="00845521" w:rsidRDefault="000D5D2A" w:rsidP="00DE40A1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845521">
              <w:rPr>
                <w:rFonts w:ascii="Poppins" w:hAnsi="Poppins" w:cs="Poppins"/>
                <w:bCs/>
                <w:sz w:val="20"/>
              </w:rPr>
              <w:t>Filtrazione 60 micron.</w:t>
            </w:r>
          </w:p>
          <w:p w14:paraId="2487AF68" w14:textId="77777777" w:rsidR="000D5D2A" w:rsidRPr="00845521" w:rsidRDefault="000D5D2A" w:rsidP="00DE40A1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0460F7D6" w14:textId="3F6EF6DD" w:rsidR="000D5D2A" w:rsidRPr="00845521" w:rsidRDefault="000D5D2A" w:rsidP="00DE40A1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845521">
              <w:rPr>
                <w:rFonts w:ascii="Poppins" w:hAnsi="Poppins" w:cs="Poppins"/>
                <w:b/>
                <w:sz w:val="20"/>
              </w:rPr>
              <w:t>Marca E</w:t>
            </w:r>
            <w:r w:rsidR="00922504">
              <w:rPr>
                <w:rFonts w:ascii="Poppins" w:hAnsi="Poppins" w:cs="Poppins"/>
                <w:b/>
                <w:sz w:val="20"/>
              </w:rPr>
              <w:t>mmeti</w:t>
            </w:r>
            <w:r w:rsidRPr="00845521">
              <w:rPr>
                <w:rFonts w:ascii="Poppins" w:hAnsi="Poppins" w:cs="Poppins"/>
                <w:b/>
                <w:sz w:val="20"/>
              </w:rPr>
              <w:t xml:space="preserve"> – Modello Cartuccia da 9” in Nylon o equivalente.</w:t>
            </w:r>
          </w:p>
        </w:tc>
      </w:tr>
      <w:tr w:rsidR="000D5D2A" w:rsidRPr="00694BA1" w14:paraId="02959FBD" w14:textId="77777777" w:rsidTr="000D5D2A">
        <w:tc>
          <w:tcPr>
            <w:tcW w:w="1398" w:type="dxa"/>
            <w:hideMark/>
          </w:tcPr>
          <w:p w14:paraId="6CF46E75" w14:textId="77777777" w:rsidR="000D5D2A" w:rsidRPr="00845521" w:rsidRDefault="000D5D2A" w:rsidP="009A18E5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5521">
              <w:rPr>
                <w:rFonts w:ascii="Poppins" w:hAnsi="Poppins" w:cs="Poppins"/>
                <w:bCs/>
                <w:sz w:val="20"/>
              </w:rPr>
              <w:t>15100010</w:t>
            </w:r>
          </w:p>
        </w:tc>
        <w:tc>
          <w:tcPr>
            <w:tcW w:w="2297" w:type="dxa"/>
            <w:hideMark/>
          </w:tcPr>
          <w:p w14:paraId="783E6381" w14:textId="77777777" w:rsidR="000D5D2A" w:rsidRPr="00845521" w:rsidRDefault="000D5D2A" w:rsidP="009A18E5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5521">
              <w:rPr>
                <w:rFonts w:ascii="Poppins" w:hAnsi="Poppins" w:cs="Poppins"/>
                <w:bCs/>
                <w:sz w:val="20"/>
              </w:rPr>
              <w:t>Cartuccia da 9” in Polipropilene</w:t>
            </w:r>
          </w:p>
        </w:tc>
        <w:tc>
          <w:tcPr>
            <w:tcW w:w="5803" w:type="dxa"/>
          </w:tcPr>
          <w:p w14:paraId="0C7C4660" w14:textId="77777777" w:rsidR="000D5D2A" w:rsidRPr="00845521" w:rsidRDefault="000D5D2A" w:rsidP="00DE40A1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845521">
              <w:rPr>
                <w:rFonts w:ascii="Poppins" w:hAnsi="Poppins" w:cs="Poppins"/>
                <w:bCs/>
                <w:sz w:val="20"/>
              </w:rPr>
              <w:t>Cartuccia filtrante da 9” con portata nominale di 3500 l/h.</w:t>
            </w:r>
          </w:p>
          <w:p w14:paraId="16A483C1" w14:textId="77777777" w:rsidR="000D5D2A" w:rsidRPr="00845521" w:rsidRDefault="000D5D2A" w:rsidP="00DE40A1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845521">
              <w:rPr>
                <w:rFonts w:ascii="Poppins" w:hAnsi="Poppins" w:cs="Poppins"/>
                <w:bCs/>
                <w:sz w:val="20"/>
              </w:rPr>
              <w:t>Filtrazione 10 micron.</w:t>
            </w:r>
          </w:p>
          <w:p w14:paraId="405F4367" w14:textId="77777777" w:rsidR="000D5D2A" w:rsidRPr="00845521" w:rsidRDefault="000D5D2A" w:rsidP="00DE40A1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21A99A6A" w14:textId="5CCE8726" w:rsidR="000D5D2A" w:rsidRPr="00845521" w:rsidRDefault="000D5D2A" w:rsidP="00DE40A1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845521">
              <w:rPr>
                <w:rFonts w:ascii="Poppins" w:hAnsi="Poppins" w:cs="Poppins"/>
                <w:b/>
                <w:sz w:val="20"/>
              </w:rPr>
              <w:t>Marca E</w:t>
            </w:r>
            <w:r w:rsidR="00922504">
              <w:rPr>
                <w:rFonts w:ascii="Poppins" w:hAnsi="Poppins" w:cs="Poppins"/>
                <w:b/>
                <w:sz w:val="20"/>
              </w:rPr>
              <w:t>mmeti</w:t>
            </w:r>
            <w:r w:rsidRPr="00845521">
              <w:rPr>
                <w:rFonts w:ascii="Poppins" w:hAnsi="Poppins" w:cs="Poppins"/>
                <w:b/>
                <w:sz w:val="20"/>
              </w:rPr>
              <w:t xml:space="preserve"> – Modello Cartuccia da 9” in Polipropilene o equivalente.</w:t>
            </w:r>
          </w:p>
        </w:tc>
      </w:tr>
      <w:tr w:rsidR="000D5D2A" w:rsidRPr="00694BA1" w14:paraId="3E0C2F11" w14:textId="77777777" w:rsidTr="000D5D2A">
        <w:tc>
          <w:tcPr>
            <w:tcW w:w="1398" w:type="dxa"/>
            <w:hideMark/>
          </w:tcPr>
          <w:p w14:paraId="411DD739" w14:textId="77777777" w:rsidR="000D5D2A" w:rsidRPr="00845521" w:rsidRDefault="000D5D2A" w:rsidP="009A18E5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5521">
              <w:rPr>
                <w:rFonts w:ascii="Poppins" w:hAnsi="Poppins" w:cs="Poppins"/>
                <w:bCs/>
                <w:sz w:val="20"/>
              </w:rPr>
              <w:t>15120112</w:t>
            </w:r>
          </w:p>
        </w:tc>
        <w:tc>
          <w:tcPr>
            <w:tcW w:w="2297" w:type="dxa"/>
            <w:hideMark/>
          </w:tcPr>
          <w:p w14:paraId="30D67D14" w14:textId="77777777" w:rsidR="000D5D2A" w:rsidRPr="00845521" w:rsidRDefault="000D5D2A" w:rsidP="009A18E5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5521">
              <w:rPr>
                <w:rFonts w:ascii="Poppins" w:hAnsi="Poppins" w:cs="Poppins"/>
                <w:bCs/>
                <w:sz w:val="20"/>
              </w:rPr>
              <w:t>Cartuccia da 9” in polifosfati</w:t>
            </w:r>
          </w:p>
        </w:tc>
        <w:tc>
          <w:tcPr>
            <w:tcW w:w="5803" w:type="dxa"/>
          </w:tcPr>
          <w:p w14:paraId="2F892ACE" w14:textId="77777777" w:rsidR="000D5D2A" w:rsidRPr="00845521" w:rsidRDefault="000D5D2A" w:rsidP="00DE40A1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845521">
              <w:rPr>
                <w:rFonts w:ascii="Poppins" w:hAnsi="Poppins" w:cs="Poppins"/>
                <w:bCs/>
                <w:sz w:val="20"/>
              </w:rPr>
              <w:t>Cartuccia da 9” in polifosfati.</w:t>
            </w:r>
          </w:p>
          <w:p w14:paraId="3C3BDFB4" w14:textId="77777777" w:rsidR="000D5D2A" w:rsidRPr="00845521" w:rsidRDefault="000D5D2A" w:rsidP="00DE40A1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6001BF13" w14:textId="73D3F077" w:rsidR="000D5D2A" w:rsidRPr="00845521" w:rsidRDefault="000D5D2A" w:rsidP="00DE40A1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845521">
              <w:rPr>
                <w:rFonts w:ascii="Poppins" w:hAnsi="Poppins" w:cs="Poppins"/>
                <w:b/>
                <w:sz w:val="20"/>
              </w:rPr>
              <w:t>Marca E</w:t>
            </w:r>
            <w:r w:rsidR="00922504">
              <w:rPr>
                <w:rFonts w:ascii="Poppins" w:hAnsi="Poppins" w:cs="Poppins"/>
                <w:b/>
                <w:sz w:val="20"/>
              </w:rPr>
              <w:t>mmeti</w:t>
            </w:r>
            <w:r w:rsidRPr="00845521">
              <w:rPr>
                <w:rFonts w:ascii="Poppins" w:hAnsi="Poppins" w:cs="Poppins"/>
                <w:b/>
                <w:sz w:val="20"/>
              </w:rPr>
              <w:t xml:space="preserve"> – Modello Cartuccia da 9” in polifosfati o equivalente.</w:t>
            </w:r>
          </w:p>
        </w:tc>
      </w:tr>
      <w:tr w:rsidR="00922504" w:rsidRPr="00694BA1" w14:paraId="2B4476D6" w14:textId="77777777" w:rsidTr="000D5D2A">
        <w:tc>
          <w:tcPr>
            <w:tcW w:w="1398" w:type="dxa"/>
          </w:tcPr>
          <w:p w14:paraId="176B4ECE" w14:textId="21C3DC49" w:rsidR="00922504" w:rsidRPr="00845521" w:rsidRDefault="00922504" w:rsidP="009A18E5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15500000</w:t>
            </w:r>
          </w:p>
        </w:tc>
        <w:tc>
          <w:tcPr>
            <w:tcW w:w="2297" w:type="dxa"/>
          </w:tcPr>
          <w:p w14:paraId="27BF31F4" w14:textId="77777777" w:rsidR="00DE40A1" w:rsidRDefault="00922504" w:rsidP="009A18E5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922504">
              <w:rPr>
                <w:rFonts w:ascii="Poppins" w:hAnsi="Poppins" w:cs="Poppins"/>
                <w:bCs/>
                <w:sz w:val="20"/>
              </w:rPr>
              <w:t>Polifosfati</w:t>
            </w:r>
          </w:p>
          <w:p w14:paraId="0ABAF7FA" w14:textId="00CF3209" w:rsidR="00922504" w:rsidRPr="00845521" w:rsidRDefault="00DE40A1" w:rsidP="009A18E5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25 kg</w:t>
            </w:r>
          </w:p>
        </w:tc>
        <w:tc>
          <w:tcPr>
            <w:tcW w:w="5803" w:type="dxa"/>
          </w:tcPr>
          <w:p w14:paraId="27B4919B" w14:textId="634C6128" w:rsidR="00922504" w:rsidRPr="00922504" w:rsidRDefault="00922504" w:rsidP="00DE40A1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922504">
              <w:rPr>
                <w:rFonts w:ascii="Poppins" w:hAnsi="Poppins" w:cs="Poppins"/>
                <w:bCs/>
                <w:sz w:val="20"/>
              </w:rPr>
              <w:t>Polifosfati idonei per uso alimentare in conformità ad D.M 443 del</w:t>
            </w:r>
            <w:r>
              <w:rPr>
                <w:rFonts w:ascii="Poppins" w:hAnsi="Poppins" w:cs="Poppins"/>
                <w:bCs/>
                <w:sz w:val="20"/>
              </w:rPr>
              <w:t xml:space="preserve"> </w:t>
            </w:r>
            <w:r w:rsidRPr="00922504">
              <w:rPr>
                <w:rFonts w:ascii="Poppins" w:hAnsi="Poppins" w:cs="Poppins"/>
                <w:bCs/>
                <w:sz w:val="20"/>
              </w:rPr>
              <w:t>21/12/1990 in condizioni standard di impiego.</w:t>
            </w:r>
          </w:p>
          <w:p w14:paraId="5542A0DA" w14:textId="77777777" w:rsidR="00922504" w:rsidRPr="00922504" w:rsidRDefault="00922504" w:rsidP="00DE40A1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41C7DBB5" w14:textId="52419560" w:rsidR="00922504" w:rsidRPr="00922504" w:rsidRDefault="00922504" w:rsidP="00DE40A1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922504">
              <w:rPr>
                <w:rFonts w:ascii="Poppins" w:hAnsi="Poppins" w:cs="Poppins"/>
                <w:b/>
                <w:sz w:val="20"/>
              </w:rPr>
              <w:t xml:space="preserve">Marca Emmeti – Modello Polifosfati </w:t>
            </w:r>
            <w:r w:rsidR="00DE40A1">
              <w:rPr>
                <w:rFonts w:ascii="Poppins" w:hAnsi="Poppins" w:cs="Poppins"/>
                <w:b/>
                <w:sz w:val="20"/>
              </w:rPr>
              <w:t xml:space="preserve">25 kg </w:t>
            </w:r>
            <w:r w:rsidRPr="00922504">
              <w:rPr>
                <w:rFonts w:ascii="Poppins" w:hAnsi="Poppins" w:cs="Poppins"/>
                <w:b/>
                <w:sz w:val="20"/>
              </w:rPr>
              <w:t>o equivalente.</w:t>
            </w:r>
          </w:p>
        </w:tc>
      </w:tr>
      <w:tr w:rsidR="000D5D2A" w:rsidRPr="00694BA1" w14:paraId="46CCC865" w14:textId="77777777" w:rsidTr="000D5D2A">
        <w:tc>
          <w:tcPr>
            <w:tcW w:w="1398" w:type="dxa"/>
            <w:hideMark/>
          </w:tcPr>
          <w:p w14:paraId="74767FFB" w14:textId="77777777" w:rsidR="000D5D2A" w:rsidRPr="00845521" w:rsidRDefault="000D5D2A" w:rsidP="009A18E5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5521">
              <w:rPr>
                <w:rFonts w:ascii="Poppins" w:hAnsi="Poppins" w:cs="Poppins"/>
                <w:bCs/>
                <w:sz w:val="20"/>
              </w:rPr>
              <w:t>15410550</w:t>
            </w:r>
          </w:p>
        </w:tc>
        <w:tc>
          <w:tcPr>
            <w:tcW w:w="2297" w:type="dxa"/>
            <w:hideMark/>
          </w:tcPr>
          <w:p w14:paraId="0118B41A" w14:textId="77777777" w:rsidR="000D5D2A" w:rsidRPr="00845521" w:rsidRDefault="000D5D2A" w:rsidP="009A18E5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5521">
              <w:rPr>
                <w:rFonts w:ascii="Poppins" w:hAnsi="Poppins" w:cs="Poppins"/>
                <w:bCs/>
                <w:sz w:val="20"/>
              </w:rPr>
              <w:t>Tubo diffusore da 5”</w:t>
            </w:r>
          </w:p>
        </w:tc>
        <w:tc>
          <w:tcPr>
            <w:tcW w:w="5803" w:type="dxa"/>
          </w:tcPr>
          <w:p w14:paraId="2BC1FCEC" w14:textId="77777777" w:rsidR="000D5D2A" w:rsidRPr="00845521" w:rsidRDefault="000D5D2A" w:rsidP="00DE40A1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845521">
              <w:rPr>
                <w:rFonts w:ascii="Poppins" w:hAnsi="Poppins" w:cs="Poppins"/>
                <w:bCs/>
                <w:sz w:val="20"/>
              </w:rPr>
              <w:t>Tubo diffusore da 5” per filtro acqua.</w:t>
            </w:r>
          </w:p>
          <w:p w14:paraId="4C10BB68" w14:textId="77777777" w:rsidR="000D5D2A" w:rsidRPr="00845521" w:rsidRDefault="000D5D2A" w:rsidP="00DE40A1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38F269AC" w14:textId="3F3C56CD" w:rsidR="000D5D2A" w:rsidRPr="00845521" w:rsidRDefault="000D5D2A" w:rsidP="00DE40A1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845521">
              <w:rPr>
                <w:rFonts w:ascii="Poppins" w:hAnsi="Poppins" w:cs="Poppins"/>
                <w:b/>
                <w:sz w:val="20"/>
              </w:rPr>
              <w:t>Marca E</w:t>
            </w:r>
            <w:r w:rsidR="00187EF7">
              <w:rPr>
                <w:rFonts w:ascii="Poppins" w:hAnsi="Poppins" w:cs="Poppins"/>
                <w:b/>
                <w:sz w:val="20"/>
              </w:rPr>
              <w:t>mmeti</w:t>
            </w:r>
            <w:r w:rsidRPr="00845521">
              <w:rPr>
                <w:rFonts w:ascii="Poppins" w:hAnsi="Poppins" w:cs="Poppins"/>
                <w:b/>
                <w:sz w:val="20"/>
              </w:rPr>
              <w:t xml:space="preserve"> – Modello Tubo diffusore da 5”o equivalente.</w:t>
            </w:r>
          </w:p>
        </w:tc>
      </w:tr>
      <w:tr w:rsidR="000D5D2A" w:rsidRPr="00694BA1" w14:paraId="549783C2" w14:textId="77777777" w:rsidTr="000D5D2A">
        <w:tc>
          <w:tcPr>
            <w:tcW w:w="1398" w:type="dxa"/>
            <w:hideMark/>
          </w:tcPr>
          <w:p w14:paraId="3930AD86" w14:textId="77777777" w:rsidR="000D5D2A" w:rsidRPr="00845521" w:rsidRDefault="000D5D2A" w:rsidP="009A18E5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5521">
              <w:rPr>
                <w:rFonts w:ascii="Poppins" w:hAnsi="Poppins" w:cs="Poppins"/>
                <w:bCs/>
                <w:sz w:val="20"/>
              </w:rPr>
              <w:t>15140010</w:t>
            </w:r>
          </w:p>
        </w:tc>
        <w:tc>
          <w:tcPr>
            <w:tcW w:w="2297" w:type="dxa"/>
            <w:hideMark/>
          </w:tcPr>
          <w:p w14:paraId="1B7DB790" w14:textId="77777777" w:rsidR="000D5D2A" w:rsidRPr="00845521" w:rsidRDefault="000D5D2A" w:rsidP="009A18E5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5521">
              <w:rPr>
                <w:rFonts w:ascii="Poppins" w:hAnsi="Poppins" w:cs="Poppins"/>
                <w:bCs/>
                <w:sz w:val="20"/>
              </w:rPr>
              <w:t>Tubo diffusore da 9”</w:t>
            </w:r>
          </w:p>
        </w:tc>
        <w:tc>
          <w:tcPr>
            <w:tcW w:w="5803" w:type="dxa"/>
          </w:tcPr>
          <w:p w14:paraId="40F7C689" w14:textId="77777777" w:rsidR="000D5D2A" w:rsidRPr="00845521" w:rsidRDefault="000D5D2A" w:rsidP="00DE40A1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845521">
              <w:rPr>
                <w:rFonts w:ascii="Poppins" w:hAnsi="Poppins" w:cs="Poppins"/>
                <w:bCs/>
                <w:sz w:val="20"/>
              </w:rPr>
              <w:t>Tubo diffusore da 9” per filtro acqua.</w:t>
            </w:r>
          </w:p>
          <w:p w14:paraId="7C884A96" w14:textId="77777777" w:rsidR="000D5D2A" w:rsidRPr="00845521" w:rsidRDefault="000D5D2A" w:rsidP="00DE40A1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13A24E03" w14:textId="791D5C18" w:rsidR="000D5D2A" w:rsidRPr="00845521" w:rsidRDefault="000D5D2A" w:rsidP="00DE40A1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845521">
              <w:rPr>
                <w:rFonts w:ascii="Poppins" w:hAnsi="Poppins" w:cs="Poppins"/>
                <w:b/>
                <w:sz w:val="20"/>
              </w:rPr>
              <w:t>Marca E</w:t>
            </w:r>
            <w:r w:rsidR="00187EF7">
              <w:rPr>
                <w:rFonts w:ascii="Poppins" w:hAnsi="Poppins" w:cs="Poppins"/>
                <w:b/>
                <w:sz w:val="20"/>
              </w:rPr>
              <w:t>mmeti</w:t>
            </w:r>
            <w:r w:rsidRPr="00845521">
              <w:rPr>
                <w:rFonts w:ascii="Poppins" w:hAnsi="Poppins" w:cs="Poppins"/>
                <w:b/>
                <w:sz w:val="20"/>
              </w:rPr>
              <w:t xml:space="preserve"> – Modello Tubo diffusore da 9”o equivalente.</w:t>
            </w:r>
          </w:p>
        </w:tc>
      </w:tr>
      <w:tr w:rsidR="000D5D2A" w:rsidRPr="00694BA1" w14:paraId="6EF1113B" w14:textId="77777777" w:rsidTr="000D5D2A">
        <w:tc>
          <w:tcPr>
            <w:tcW w:w="1398" w:type="dxa"/>
            <w:hideMark/>
          </w:tcPr>
          <w:p w14:paraId="53A68BEE" w14:textId="77777777" w:rsidR="000D5D2A" w:rsidRPr="00845521" w:rsidRDefault="000D5D2A" w:rsidP="009A18E5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5521">
              <w:rPr>
                <w:rFonts w:ascii="Poppins" w:hAnsi="Poppins" w:cs="Poppins"/>
                <w:bCs/>
                <w:sz w:val="20"/>
              </w:rPr>
              <w:lastRenderedPageBreak/>
              <w:t>15140012</w:t>
            </w:r>
          </w:p>
        </w:tc>
        <w:tc>
          <w:tcPr>
            <w:tcW w:w="2297" w:type="dxa"/>
            <w:hideMark/>
          </w:tcPr>
          <w:p w14:paraId="37531D3A" w14:textId="77777777" w:rsidR="000D5D2A" w:rsidRPr="00845521" w:rsidRDefault="000D5D2A" w:rsidP="009A18E5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5521">
              <w:rPr>
                <w:rFonts w:ascii="Poppins" w:hAnsi="Poppins" w:cs="Poppins"/>
                <w:bCs/>
                <w:sz w:val="20"/>
              </w:rPr>
              <w:t>Diffusore per filtro 3 pezzi</w:t>
            </w:r>
          </w:p>
        </w:tc>
        <w:tc>
          <w:tcPr>
            <w:tcW w:w="5803" w:type="dxa"/>
          </w:tcPr>
          <w:p w14:paraId="0A9505E7" w14:textId="77777777" w:rsidR="000D5D2A" w:rsidRPr="00845521" w:rsidRDefault="000D5D2A" w:rsidP="00DE40A1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845521">
              <w:rPr>
                <w:rFonts w:ascii="Poppins" w:hAnsi="Poppins" w:cs="Poppins"/>
                <w:bCs/>
                <w:sz w:val="20"/>
              </w:rPr>
              <w:t>Diffusore per filtro acqua 3 pezzi.</w:t>
            </w:r>
          </w:p>
          <w:p w14:paraId="12101B81" w14:textId="77777777" w:rsidR="000D5D2A" w:rsidRPr="00845521" w:rsidRDefault="000D5D2A" w:rsidP="00DE40A1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0EFBDA44" w14:textId="441F15AA" w:rsidR="000D5D2A" w:rsidRPr="00845521" w:rsidRDefault="000D5D2A" w:rsidP="00DE40A1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845521">
              <w:rPr>
                <w:rFonts w:ascii="Poppins" w:hAnsi="Poppins" w:cs="Poppins"/>
                <w:b/>
                <w:sz w:val="20"/>
              </w:rPr>
              <w:t>Marca E</w:t>
            </w:r>
            <w:r w:rsidR="00187EF7">
              <w:rPr>
                <w:rFonts w:ascii="Poppins" w:hAnsi="Poppins" w:cs="Poppins"/>
                <w:b/>
                <w:sz w:val="20"/>
              </w:rPr>
              <w:t>mmeti</w:t>
            </w:r>
            <w:r w:rsidRPr="00845521">
              <w:rPr>
                <w:rFonts w:ascii="Poppins" w:hAnsi="Poppins" w:cs="Poppins"/>
                <w:b/>
                <w:sz w:val="20"/>
              </w:rPr>
              <w:t xml:space="preserve"> – Modello Diffusore per filtro 3 pezzi o equivalente.</w:t>
            </w:r>
          </w:p>
        </w:tc>
      </w:tr>
      <w:tr w:rsidR="00187EF7" w:rsidRPr="00694BA1" w14:paraId="6A35EC1D" w14:textId="77777777" w:rsidTr="000D5D2A">
        <w:tc>
          <w:tcPr>
            <w:tcW w:w="1398" w:type="dxa"/>
          </w:tcPr>
          <w:p w14:paraId="53963B76" w14:textId="00D9C548" w:rsidR="00187EF7" w:rsidRPr="00845521" w:rsidRDefault="00187EF7" w:rsidP="009A18E5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15460012</w:t>
            </w:r>
          </w:p>
        </w:tc>
        <w:tc>
          <w:tcPr>
            <w:tcW w:w="2297" w:type="dxa"/>
          </w:tcPr>
          <w:p w14:paraId="457401E5" w14:textId="5EF66BAC" w:rsidR="00187EF7" w:rsidRPr="00845521" w:rsidRDefault="00640EFB" w:rsidP="009A18E5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640EFB">
              <w:rPr>
                <w:rFonts w:ascii="Poppins" w:hAnsi="Poppins" w:cs="Poppins"/>
                <w:bCs/>
                <w:sz w:val="20"/>
              </w:rPr>
              <w:t>Chiave per filtro Misura per 3 pezzi</w:t>
            </w:r>
          </w:p>
        </w:tc>
        <w:tc>
          <w:tcPr>
            <w:tcW w:w="5803" w:type="dxa"/>
          </w:tcPr>
          <w:p w14:paraId="1DF92569" w14:textId="77777777" w:rsidR="00640EFB" w:rsidRPr="00640EFB" w:rsidRDefault="00640EFB" w:rsidP="00DE40A1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640EFB">
              <w:rPr>
                <w:rFonts w:ascii="Poppins" w:hAnsi="Poppins" w:cs="Poppins"/>
                <w:bCs/>
                <w:sz w:val="20"/>
              </w:rPr>
              <w:t>Chiave per filtro per 3 pezzi.</w:t>
            </w:r>
          </w:p>
          <w:p w14:paraId="7A1CE5A3" w14:textId="77777777" w:rsidR="00640EFB" w:rsidRPr="00640EFB" w:rsidRDefault="00640EFB" w:rsidP="00DE40A1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3C42B42A" w14:textId="1E393778" w:rsidR="00640EFB" w:rsidRPr="00640EFB" w:rsidRDefault="00640EFB" w:rsidP="00DE40A1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640EFB">
              <w:rPr>
                <w:rFonts w:ascii="Poppins" w:hAnsi="Poppins" w:cs="Poppins"/>
                <w:bCs/>
                <w:sz w:val="20"/>
              </w:rPr>
              <w:t>Idonei per l’utilizzo negli impianti di trattamento delle acque</w:t>
            </w:r>
            <w:r>
              <w:rPr>
                <w:rFonts w:ascii="Poppins" w:hAnsi="Poppins" w:cs="Poppins"/>
                <w:bCs/>
                <w:sz w:val="20"/>
              </w:rPr>
              <w:t xml:space="preserve"> </w:t>
            </w:r>
            <w:r w:rsidRPr="00640EFB">
              <w:rPr>
                <w:rFonts w:ascii="Poppins" w:hAnsi="Poppins" w:cs="Poppins"/>
                <w:bCs/>
                <w:sz w:val="20"/>
              </w:rPr>
              <w:t>destinate al consumo umano e conformi al D.M. 174/2004 e successive</w:t>
            </w:r>
            <w:r>
              <w:rPr>
                <w:rFonts w:ascii="Poppins" w:hAnsi="Poppins" w:cs="Poppins"/>
                <w:bCs/>
                <w:sz w:val="20"/>
              </w:rPr>
              <w:t xml:space="preserve"> </w:t>
            </w:r>
            <w:r w:rsidRPr="00640EFB">
              <w:rPr>
                <w:rFonts w:ascii="Poppins" w:hAnsi="Poppins" w:cs="Poppins"/>
                <w:bCs/>
                <w:sz w:val="20"/>
              </w:rPr>
              <w:t>modifiche.</w:t>
            </w:r>
          </w:p>
          <w:p w14:paraId="6606711E" w14:textId="77777777" w:rsidR="00640EFB" w:rsidRPr="00640EFB" w:rsidRDefault="00640EFB" w:rsidP="00DE40A1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0E799AD7" w14:textId="202E7F24" w:rsidR="00187EF7" w:rsidRPr="00640EFB" w:rsidRDefault="00640EFB" w:rsidP="00DE40A1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640EFB">
              <w:rPr>
                <w:rFonts w:ascii="Poppins" w:hAnsi="Poppins" w:cs="Poppins"/>
                <w:b/>
                <w:sz w:val="20"/>
              </w:rPr>
              <w:t>Marca Emmeti - Modello Chiave per filtro per 3 pezzi o equivalente.</w:t>
            </w:r>
          </w:p>
        </w:tc>
      </w:tr>
      <w:tr w:rsidR="004650C8" w:rsidRPr="00694BA1" w14:paraId="327FBC32" w14:textId="77777777" w:rsidTr="000D5D2A">
        <w:tc>
          <w:tcPr>
            <w:tcW w:w="1398" w:type="dxa"/>
            <w:hideMark/>
          </w:tcPr>
          <w:p w14:paraId="312EFCEB" w14:textId="77777777" w:rsidR="004650C8" w:rsidRPr="00845521" w:rsidRDefault="004650C8" w:rsidP="004650C8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5521">
              <w:rPr>
                <w:rFonts w:ascii="Poppins" w:hAnsi="Poppins" w:cs="Poppins"/>
                <w:bCs/>
                <w:sz w:val="20"/>
              </w:rPr>
              <w:t>15460014</w:t>
            </w:r>
          </w:p>
        </w:tc>
        <w:tc>
          <w:tcPr>
            <w:tcW w:w="2297" w:type="dxa"/>
            <w:hideMark/>
          </w:tcPr>
          <w:p w14:paraId="72A9A034" w14:textId="56F5BD34" w:rsidR="004650C8" w:rsidRPr="00845521" w:rsidRDefault="004650C8" w:rsidP="004650C8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E81275">
              <w:rPr>
                <w:rFonts w:ascii="Poppins" w:hAnsi="Poppins" w:cs="Poppins"/>
                <w:bCs/>
                <w:sz w:val="20"/>
              </w:rPr>
              <w:t>Staffa met</w:t>
            </w:r>
            <w:r>
              <w:rPr>
                <w:rFonts w:ascii="Poppins" w:hAnsi="Poppins" w:cs="Poppins"/>
                <w:bCs/>
                <w:sz w:val="20"/>
              </w:rPr>
              <w:t>al</w:t>
            </w:r>
            <w:r w:rsidRPr="00E81275">
              <w:rPr>
                <w:rFonts w:ascii="Poppins" w:hAnsi="Poppins" w:cs="Poppins"/>
                <w:bCs/>
                <w:sz w:val="20"/>
              </w:rPr>
              <w:t>lica per filtri</w:t>
            </w:r>
            <w:r>
              <w:rPr>
                <w:rFonts w:ascii="Poppins" w:hAnsi="Poppins" w:cs="Poppins"/>
                <w:bCs/>
                <w:sz w:val="20"/>
              </w:rPr>
              <w:t xml:space="preserve"> e defangatori</w:t>
            </w:r>
          </w:p>
        </w:tc>
        <w:tc>
          <w:tcPr>
            <w:tcW w:w="5803" w:type="dxa"/>
          </w:tcPr>
          <w:p w14:paraId="3A18BDFC" w14:textId="77777777" w:rsidR="004650C8" w:rsidRPr="00E81275" w:rsidRDefault="004650C8" w:rsidP="00DE40A1">
            <w:pPr>
              <w:jc w:val="both"/>
              <w:rPr>
                <w:rFonts w:ascii="Poppins" w:hAnsi="Poppins" w:cs="Poppins"/>
                <w:sz w:val="20"/>
              </w:rPr>
            </w:pPr>
            <w:r w:rsidRPr="00E81275">
              <w:rPr>
                <w:rFonts w:ascii="Poppins" w:hAnsi="Poppins" w:cs="Poppins"/>
                <w:sz w:val="20"/>
              </w:rPr>
              <w:t xml:space="preserve">Staffa metallica per filtri </w:t>
            </w:r>
            <w:r>
              <w:rPr>
                <w:rFonts w:ascii="Poppins" w:hAnsi="Poppins" w:cs="Poppins"/>
                <w:sz w:val="20"/>
              </w:rPr>
              <w:t xml:space="preserve">e defangatori magnetici </w:t>
            </w:r>
            <w:r w:rsidRPr="00E81275">
              <w:rPr>
                <w:rFonts w:ascii="Poppins" w:hAnsi="Poppins" w:cs="Poppins"/>
                <w:sz w:val="20"/>
              </w:rPr>
              <w:t>senza by-pass.</w:t>
            </w:r>
          </w:p>
          <w:p w14:paraId="623D33F4" w14:textId="77777777" w:rsidR="004650C8" w:rsidRPr="00E81275" w:rsidRDefault="004650C8" w:rsidP="00DE40A1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35C3C595" w14:textId="60FEF573" w:rsidR="004650C8" w:rsidRPr="00845521" w:rsidRDefault="004650C8" w:rsidP="00DE40A1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E81275">
              <w:rPr>
                <w:rFonts w:ascii="Poppins" w:hAnsi="Poppins" w:cs="Poppins"/>
                <w:b/>
                <w:bCs/>
                <w:sz w:val="20"/>
              </w:rPr>
              <w:t xml:space="preserve">Marca Emmeti – Modello Staffa metallica per filtri </w:t>
            </w:r>
            <w:r>
              <w:rPr>
                <w:rFonts w:ascii="Poppins" w:hAnsi="Poppins" w:cs="Poppins"/>
                <w:b/>
                <w:bCs/>
                <w:sz w:val="20"/>
              </w:rPr>
              <w:t xml:space="preserve">e defangatori </w:t>
            </w:r>
            <w:r w:rsidRPr="00E81275">
              <w:rPr>
                <w:rFonts w:ascii="Poppins" w:hAnsi="Poppins" w:cs="Poppins"/>
                <w:b/>
                <w:bCs/>
                <w:sz w:val="20"/>
              </w:rPr>
              <w:t>o equivalente.</w:t>
            </w:r>
          </w:p>
        </w:tc>
      </w:tr>
      <w:tr w:rsidR="000D5D2A" w:rsidRPr="00694BA1" w14:paraId="205ADBF9" w14:textId="77777777" w:rsidTr="000D5D2A">
        <w:tc>
          <w:tcPr>
            <w:tcW w:w="1398" w:type="dxa"/>
            <w:hideMark/>
          </w:tcPr>
          <w:p w14:paraId="6963A68C" w14:textId="77777777" w:rsidR="000D5D2A" w:rsidRPr="00845521" w:rsidRDefault="000D5D2A" w:rsidP="009A18E5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5521">
              <w:rPr>
                <w:rFonts w:ascii="Poppins" w:hAnsi="Poppins" w:cs="Poppins"/>
                <w:bCs/>
                <w:sz w:val="20"/>
              </w:rPr>
              <w:t>15400012</w:t>
            </w:r>
          </w:p>
        </w:tc>
        <w:tc>
          <w:tcPr>
            <w:tcW w:w="2297" w:type="dxa"/>
            <w:hideMark/>
          </w:tcPr>
          <w:p w14:paraId="2EF947A4" w14:textId="77777777" w:rsidR="000D5D2A" w:rsidRPr="00845521" w:rsidRDefault="000D5D2A" w:rsidP="009A18E5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5521">
              <w:rPr>
                <w:rFonts w:ascii="Poppins" w:hAnsi="Poppins" w:cs="Poppins"/>
                <w:bCs/>
                <w:sz w:val="20"/>
              </w:rPr>
              <w:t xml:space="preserve">Filtro per acqua a squadra </w:t>
            </w:r>
          </w:p>
        </w:tc>
        <w:tc>
          <w:tcPr>
            <w:tcW w:w="5803" w:type="dxa"/>
          </w:tcPr>
          <w:p w14:paraId="2C3E1EF1" w14:textId="77777777" w:rsidR="000D5D2A" w:rsidRPr="00845521" w:rsidRDefault="000D5D2A" w:rsidP="00DE40A1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845521">
              <w:rPr>
                <w:rFonts w:ascii="Poppins" w:hAnsi="Poppins" w:cs="Poppins"/>
                <w:bCs/>
                <w:sz w:val="20"/>
              </w:rPr>
              <w:t>Filtro per acqua a squadra per cartucce da 5”.</w:t>
            </w:r>
          </w:p>
          <w:p w14:paraId="6635DE83" w14:textId="77777777" w:rsidR="000D5D2A" w:rsidRPr="00845521" w:rsidRDefault="000D5D2A" w:rsidP="00DE40A1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3BA63510" w14:textId="77777777" w:rsidR="000D5D2A" w:rsidRPr="00845521" w:rsidRDefault="000D5D2A" w:rsidP="00DE40A1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845521">
              <w:rPr>
                <w:rFonts w:ascii="Poppins" w:hAnsi="Poppins" w:cs="Poppins"/>
                <w:b/>
                <w:bCs/>
                <w:sz w:val="20"/>
              </w:rPr>
              <w:t>Dati tecnici:</w:t>
            </w:r>
          </w:p>
          <w:p w14:paraId="724E68BF" w14:textId="77777777" w:rsidR="000D5D2A" w:rsidRPr="00845521" w:rsidRDefault="000D5D2A" w:rsidP="00DE40A1">
            <w:pPr>
              <w:pStyle w:val="Intestazione"/>
              <w:numPr>
                <w:ilvl w:val="0"/>
                <w:numId w:val="39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845521">
              <w:rPr>
                <w:rFonts w:ascii="Poppins" w:hAnsi="Poppins" w:cs="Poppins"/>
                <w:sz w:val="20"/>
              </w:rPr>
              <w:t>Misura: 1/2" 3 pezzi</w:t>
            </w:r>
          </w:p>
          <w:p w14:paraId="45156198" w14:textId="77777777" w:rsidR="000D5D2A" w:rsidRPr="00845521" w:rsidRDefault="000D5D2A" w:rsidP="00DE40A1">
            <w:pPr>
              <w:pStyle w:val="Intestazione"/>
              <w:numPr>
                <w:ilvl w:val="0"/>
                <w:numId w:val="39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845521">
              <w:rPr>
                <w:rFonts w:ascii="Poppins" w:hAnsi="Poppins" w:cs="Poppins"/>
                <w:bCs/>
                <w:sz w:val="20"/>
              </w:rPr>
              <w:t>Pressione massima di esercizio: 6 bar</w:t>
            </w:r>
          </w:p>
          <w:p w14:paraId="604DE7F2" w14:textId="77777777" w:rsidR="000D5D2A" w:rsidRPr="00845521" w:rsidRDefault="000D5D2A" w:rsidP="00DE40A1">
            <w:pPr>
              <w:pStyle w:val="Intestazione"/>
              <w:numPr>
                <w:ilvl w:val="0"/>
                <w:numId w:val="39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845521">
              <w:rPr>
                <w:rFonts w:ascii="Poppins" w:hAnsi="Poppins" w:cs="Poppins"/>
                <w:bCs/>
                <w:sz w:val="20"/>
              </w:rPr>
              <w:t>Pressione di scoppio: 25 bar</w:t>
            </w:r>
          </w:p>
          <w:p w14:paraId="27C8260D" w14:textId="77777777" w:rsidR="000D5D2A" w:rsidRPr="00845521" w:rsidRDefault="000D5D2A" w:rsidP="00DE40A1">
            <w:pPr>
              <w:pStyle w:val="Intestazione"/>
              <w:numPr>
                <w:ilvl w:val="0"/>
                <w:numId w:val="39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845521">
              <w:rPr>
                <w:rFonts w:ascii="Poppins" w:hAnsi="Poppins" w:cs="Poppins"/>
                <w:bCs/>
                <w:sz w:val="20"/>
              </w:rPr>
              <w:t>Temperatura massima di esercizio: 40 °C</w:t>
            </w:r>
          </w:p>
          <w:p w14:paraId="44689338" w14:textId="77777777" w:rsidR="000D5D2A" w:rsidRPr="00845521" w:rsidRDefault="000D5D2A" w:rsidP="00DE40A1">
            <w:pPr>
              <w:pStyle w:val="Intestazione"/>
              <w:numPr>
                <w:ilvl w:val="0"/>
                <w:numId w:val="39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845521">
              <w:rPr>
                <w:rFonts w:ascii="Poppins" w:hAnsi="Poppins" w:cs="Poppins"/>
                <w:bCs/>
                <w:sz w:val="20"/>
              </w:rPr>
              <w:t>Diametro: 90 mm</w:t>
            </w:r>
          </w:p>
          <w:p w14:paraId="7AE4A4A8" w14:textId="77777777" w:rsidR="000D5D2A" w:rsidRPr="00922504" w:rsidRDefault="000D5D2A" w:rsidP="00DE40A1">
            <w:pPr>
              <w:pStyle w:val="Intestazione"/>
              <w:numPr>
                <w:ilvl w:val="0"/>
                <w:numId w:val="39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  <w:lang w:val="fi-FI"/>
              </w:rPr>
            </w:pPr>
            <w:r w:rsidRPr="00922504">
              <w:rPr>
                <w:rFonts w:ascii="Poppins" w:hAnsi="Poppins" w:cs="Poppins"/>
                <w:bCs/>
                <w:sz w:val="20"/>
                <w:lang w:val="fi-FI"/>
              </w:rPr>
              <w:t>Filettatura: G (UNI EN ISO 228-1)</w:t>
            </w:r>
          </w:p>
          <w:p w14:paraId="308DAEA7" w14:textId="77777777" w:rsidR="000D5D2A" w:rsidRPr="00922504" w:rsidRDefault="000D5D2A" w:rsidP="00DE40A1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  <w:lang w:val="fi-FI"/>
              </w:rPr>
            </w:pPr>
          </w:p>
          <w:p w14:paraId="46720C9E" w14:textId="08A97CBE" w:rsidR="000D5D2A" w:rsidRPr="00845521" w:rsidRDefault="000D5D2A" w:rsidP="00DE40A1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845521">
              <w:rPr>
                <w:rFonts w:ascii="Poppins" w:hAnsi="Poppins" w:cs="Poppins"/>
                <w:b/>
                <w:sz w:val="20"/>
              </w:rPr>
              <w:t>Marca E</w:t>
            </w:r>
            <w:r w:rsidR="001D7F4A">
              <w:rPr>
                <w:rFonts w:ascii="Poppins" w:hAnsi="Poppins" w:cs="Poppins"/>
                <w:b/>
                <w:sz w:val="20"/>
              </w:rPr>
              <w:t>mmeti</w:t>
            </w:r>
            <w:r w:rsidRPr="00845521">
              <w:rPr>
                <w:rFonts w:ascii="Poppins" w:hAnsi="Poppins" w:cs="Poppins"/>
                <w:b/>
                <w:sz w:val="20"/>
              </w:rPr>
              <w:t>– Modello Filtro per acqua a squadra o equivalente.</w:t>
            </w:r>
          </w:p>
        </w:tc>
      </w:tr>
      <w:tr w:rsidR="000D5D2A" w:rsidRPr="00694BA1" w14:paraId="00141EDF" w14:textId="77777777" w:rsidTr="000D5D2A">
        <w:tc>
          <w:tcPr>
            <w:tcW w:w="1398" w:type="dxa"/>
            <w:hideMark/>
          </w:tcPr>
          <w:p w14:paraId="58B59960" w14:textId="77777777" w:rsidR="000D5D2A" w:rsidRPr="00845521" w:rsidRDefault="000D5D2A" w:rsidP="009A18E5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5521">
              <w:rPr>
                <w:rFonts w:ascii="Poppins" w:hAnsi="Poppins" w:cs="Poppins"/>
                <w:bCs/>
                <w:sz w:val="20"/>
              </w:rPr>
              <w:t>15410520</w:t>
            </w:r>
          </w:p>
        </w:tc>
        <w:tc>
          <w:tcPr>
            <w:tcW w:w="2297" w:type="dxa"/>
            <w:hideMark/>
          </w:tcPr>
          <w:p w14:paraId="49C9E160" w14:textId="77777777" w:rsidR="000D5D2A" w:rsidRPr="00845521" w:rsidRDefault="000D5D2A" w:rsidP="009A18E5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5521">
              <w:rPr>
                <w:rFonts w:ascii="Poppins" w:hAnsi="Poppins" w:cs="Poppins"/>
                <w:bCs/>
                <w:sz w:val="20"/>
              </w:rPr>
              <w:t>Cartuccia da 5” in Nylon per filtro a squadra</w:t>
            </w:r>
          </w:p>
        </w:tc>
        <w:tc>
          <w:tcPr>
            <w:tcW w:w="5803" w:type="dxa"/>
          </w:tcPr>
          <w:p w14:paraId="60D7F01F" w14:textId="77777777" w:rsidR="000D5D2A" w:rsidRPr="00845521" w:rsidRDefault="000D5D2A" w:rsidP="00DE40A1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845521">
              <w:rPr>
                <w:rFonts w:ascii="Poppins" w:hAnsi="Poppins" w:cs="Poppins"/>
                <w:bCs/>
                <w:sz w:val="20"/>
              </w:rPr>
              <w:t>Cartuccia filtrante da 5” per filtro a squadra.</w:t>
            </w:r>
          </w:p>
          <w:p w14:paraId="5723C3B4" w14:textId="77777777" w:rsidR="000D5D2A" w:rsidRPr="00845521" w:rsidRDefault="000D5D2A" w:rsidP="00DE40A1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845521">
              <w:rPr>
                <w:rFonts w:ascii="Poppins" w:hAnsi="Poppins" w:cs="Poppins"/>
                <w:bCs/>
                <w:sz w:val="20"/>
              </w:rPr>
              <w:t>Filtrazione 60 micron.</w:t>
            </w:r>
          </w:p>
          <w:p w14:paraId="1217C68E" w14:textId="77777777" w:rsidR="000D5D2A" w:rsidRPr="00845521" w:rsidRDefault="000D5D2A" w:rsidP="00DE40A1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3528FA39" w14:textId="0FCE79B1" w:rsidR="000D5D2A" w:rsidRPr="00845521" w:rsidRDefault="000D5D2A" w:rsidP="00DE40A1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845521">
              <w:rPr>
                <w:rFonts w:ascii="Poppins" w:hAnsi="Poppins" w:cs="Poppins"/>
                <w:b/>
                <w:sz w:val="20"/>
              </w:rPr>
              <w:t>Marca E</w:t>
            </w:r>
            <w:r w:rsidR="001D7F4A">
              <w:rPr>
                <w:rFonts w:ascii="Poppins" w:hAnsi="Poppins" w:cs="Poppins"/>
                <w:b/>
                <w:sz w:val="20"/>
              </w:rPr>
              <w:t>mmeti</w:t>
            </w:r>
            <w:r w:rsidRPr="00845521">
              <w:rPr>
                <w:rFonts w:ascii="Poppins" w:hAnsi="Poppins" w:cs="Poppins"/>
                <w:b/>
                <w:sz w:val="20"/>
              </w:rPr>
              <w:t xml:space="preserve"> – Modello Cartuccia da 5” in Nylon per filtro a squadra o equivalente.</w:t>
            </w:r>
          </w:p>
        </w:tc>
      </w:tr>
      <w:tr w:rsidR="000D5D2A" w:rsidRPr="00694BA1" w14:paraId="596D846C" w14:textId="77777777" w:rsidTr="000D5D2A">
        <w:tc>
          <w:tcPr>
            <w:tcW w:w="1398" w:type="dxa"/>
            <w:hideMark/>
          </w:tcPr>
          <w:p w14:paraId="1EF11367" w14:textId="77777777" w:rsidR="000D5D2A" w:rsidRPr="00845521" w:rsidRDefault="000D5D2A" w:rsidP="009A18E5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5521">
              <w:rPr>
                <w:rFonts w:ascii="Poppins" w:hAnsi="Poppins" w:cs="Poppins"/>
                <w:bCs/>
                <w:sz w:val="20"/>
              </w:rPr>
              <w:t>15410510</w:t>
            </w:r>
          </w:p>
        </w:tc>
        <w:tc>
          <w:tcPr>
            <w:tcW w:w="2297" w:type="dxa"/>
            <w:hideMark/>
          </w:tcPr>
          <w:p w14:paraId="2182075A" w14:textId="77777777" w:rsidR="000D5D2A" w:rsidRPr="00845521" w:rsidRDefault="000D5D2A" w:rsidP="009A18E5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5521">
              <w:rPr>
                <w:rFonts w:ascii="Poppins" w:hAnsi="Poppins" w:cs="Poppins"/>
                <w:bCs/>
                <w:sz w:val="20"/>
              </w:rPr>
              <w:t>Cartuccia da 5” in Polipropilene per filtro a squadra</w:t>
            </w:r>
          </w:p>
        </w:tc>
        <w:tc>
          <w:tcPr>
            <w:tcW w:w="5803" w:type="dxa"/>
          </w:tcPr>
          <w:p w14:paraId="1460B9E6" w14:textId="77777777" w:rsidR="000D5D2A" w:rsidRPr="00845521" w:rsidRDefault="000D5D2A" w:rsidP="00DE40A1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845521">
              <w:rPr>
                <w:rFonts w:ascii="Poppins" w:hAnsi="Poppins" w:cs="Poppins"/>
                <w:bCs/>
                <w:sz w:val="20"/>
              </w:rPr>
              <w:t>Cartuccia filtrante da 5” per filtro a squadra.</w:t>
            </w:r>
          </w:p>
          <w:p w14:paraId="5DC87ADA" w14:textId="77777777" w:rsidR="000D5D2A" w:rsidRPr="00845521" w:rsidRDefault="000D5D2A" w:rsidP="00DE40A1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845521">
              <w:rPr>
                <w:rFonts w:ascii="Poppins" w:hAnsi="Poppins" w:cs="Poppins"/>
                <w:bCs/>
                <w:sz w:val="20"/>
              </w:rPr>
              <w:t>Filtrazione 10 micron.</w:t>
            </w:r>
          </w:p>
          <w:p w14:paraId="6F1DF647" w14:textId="77777777" w:rsidR="000D5D2A" w:rsidRPr="00845521" w:rsidRDefault="000D5D2A" w:rsidP="00DE40A1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6B7DF003" w14:textId="480FCDA9" w:rsidR="000D5D2A" w:rsidRPr="00845521" w:rsidRDefault="000D5D2A" w:rsidP="00DE40A1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845521">
              <w:rPr>
                <w:rFonts w:ascii="Poppins" w:hAnsi="Poppins" w:cs="Poppins"/>
                <w:b/>
                <w:sz w:val="20"/>
              </w:rPr>
              <w:t>Marca E</w:t>
            </w:r>
            <w:r w:rsidR="001D7F4A">
              <w:rPr>
                <w:rFonts w:ascii="Poppins" w:hAnsi="Poppins" w:cs="Poppins"/>
                <w:b/>
                <w:sz w:val="20"/>
              </w:rPr>
              <w:t>mmeti</w:t>
            </w:r>
            <w:r w:rsidRPr="00845521">
              <w:rPr>
                <w:rFonts w:ascii="Poppins" w:hAnsi="Poppins" w:cs="Poppins"/>
                <w:b/>
                <w:sz w:val="20"/>
              </w:rPr>
              <w:t xml:space="preserve"> – Modello Cartuccia da 5” in Polipropilene per filtro a squadra o equivalente.</w:t>
            </w:r>
          </w:p>
        </w:tc>
      </w:tr>
      <w:tr w:rsidR="000D5D2A" w:rsidRPr="00694BA1" w14:paraId="492CEDD7" w14:textId="77777777" w:rsidTr="000D5D2A">
        <w:tc>
          <w:tcPr>
            <w:tcW w:w="1398" w:type="dxa"/>
            <w:hideMark/>
          </w:tcPr>
          <w:p w14:paraId="597DFB46" w14:textId="77777777" w:rsidR="000D5D2A" w:rsidRPr="00845521" w:rsidRDefault="000D5D2A" w:rsidP="009A18E5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5521">
              <w:rPr>
                <w:rFonts w:ascii="Poppins" w:hAnsi="Poppins" w:cs="Poppins"/>
                <w:bCs/>
                <w:sz w:val="20"/>
              </w:rPr>
              <w:t>15410550</w:t>
            </w:r>
          </w:p>
        </w:tc>
        <w:tc>
          <w:tcPr>
            <w:tcW w:w="2297" w:type="dxa"/>
            <w:hideMark/>
          </w:tcPr>
          <w:p w14:paraId="511D96AD" w14:textId="77777777" w:rsidR="000D5D2A" w:rsidRPr="00845521" w:rsidRDefault="000D5D2A" w:rsidP="009A18E5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5521">
              <w:rPr>
                <w:rFonts w:ascii="Poppins" w:hAnsi="Poppins" w:cs="Poppins"/>
                <w:bCs/>
                <w:sz w:val="20"/>
              </w:rPr>
              <w:t>Tubo diffusore da 5” per filtro a squadra</w:t>
            </w:r>
          </w:p>
        </w:tc>
        <w:tc>
          <w:tcPr>
            <w:tcW w:w="5803" w:type="dxa"/>
          </w:tcPr>
          <w:p w14:paraId="772A5A6A" w14:textId="77777777" w:rsidR="000D5D2A" w:rsidRPr="00845521" w:rsidRDefault="000D5D2A" w:rsidP="00DE40A1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845521">
              <w:rPr>
                <w:rFonts w:ascii="Poppins" w:hAnsi="Poppins" w:cs="Poppins"/>
                <w:bCs/>
                <w:sz w:val="20"/>
              </w:rPr>
              <w:t>Tubo diffusore da 5” per filtro acqua a squadra.</w:t>
            </w:r>
          </w:p>
          <w:p w14:paraId="2EDB801B" w14:textId="77777777" w:rsidR="000D5D2A" w:rsidRPr="00845521" w:rsidRDefault="000D5D2A" w:rsidP="00DE40A1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35CE5F5B" w14:textId="2E8EA17D" w:rsidR="000D5D2A" w:rsidRPr="00845521" w:rsidRDefault="000D5D2A" w:rsidP="00DE40A1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845521">
              <w:rPr>
                <w:rFonts w:ascii="Poppins" w:hAnsi="Poppins" w:cs="Poppins"/>
                <w:b/>
                <w:sz w:val="20"/>
              </w:rPr>
              <w:lastRenderedPageBreak/>
              <w:t>Marca E</w:t>
            </w:r>
            <w:r w:rsidR="001D7F4A">
              <w:rPr>
                <w:rFonts w:ascii="Poppins" w:hAnsi="Poppins" w:cs="Poppins"/>
                <w:b/>
                <w:sz w:val="20"/>
              </w:rPr>
              <w:t>mmeti</w:t>
            </w:r>
            <w:r w:rsidRPr="00845521">
              <w:rPr>
                <w:rFonts w:ascii="Poppins" w:hAnsi="Poppins" w:cs="Poppins"/>
                <w:b/>
                <w:sz w:val="20"/>
              </w:rPr>
              <w:t xml:space="preserve"> – Modello Tubo diffusore da 5” per filtro a squadra o equivalente.</w:t>
            </w:r>
          </w:p>
        </w:tc>
      </w:tr>
      <w:tr w:rsidR="000D5D2A" w:rsidRPr="00694BA1" w14:paraId="3D18007C" w14:textId="77777777" w:rsidTr="000D5D2A">
        <w:tc>
          <w:tcPr>
            <w:tcW w:w="1398" w:type="dxa"/>
            <w:hideMark/>
          </w:tcPr>
          <w:p w14:paraId="5BAD2B65" w14:textId="77777777" w:rsidR="000D5D2A" w:rsidRPr="00845521" w:rsidRDefault="000D5D2A" w:rsidP="009A18E5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5521">
              <w:rPr>
                <w:rFonts w:ascii="Poppins" w:hAnsi="Poppins" w:cs="Poppins"/>
                <w:bCs/>
                <w:sz w:val="20"/>
              </w:rPr>
              <w:lastRenderedPageBreak/>
              <w:t>15350001</w:t>
            </w:r>
          </w:p>
        </w:tc>
        <w:tc>
          <w:tcPr>
            <w:tcW w:w="2297" w:type="dxa"/>
            <w:hideMark/>
          </w:tcPr>
          <w:p w14:paraId="1D6696D0" w14:textId="77777777" w:rsidR="000D5D2A" w:rsidRPr="00845521" w:rsidRDefault="000D5D2A" w:rsidP="009A18E5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5521">
              <w:rPr>
                <w:rFonts w:ascii="Poppins" w:hAnsi="Poppins" w:cs="Poppins"/>
                <w:bCs/>
                <w:sz w:val="20"/>
              </w:rPr>
              <w:t xml:space="preserve">Chiave per filtro a squadra </w:t>
            </w:r>
          </w:p>
        </w:tc>
        <w:tc>
          <w:tcPr>
            <w:tcW w:w="5803" w:type="dxa"/>
          </w:tcPr>
          <w:p w14:paraId="03B46A3B" w14:textId="77777777" w:rsidR="000D5D2A" w:rsidRPr="00845521" w:rsidRDefault="000D5D2A" w:rsidP="00DE40A1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845521">
              <w:rPr>
                <w:rFonts w:ascii="Poppins" w:hAnsi="Poppins" w:cs="Poppins"/>
                <w:bCs/>
                <w:sz w:val="20"/>
              </w:rPr>
              <w:t>Chiave per filtro 3 pezzi a squadra 5”.</w:t>
            </w:r>
          </w:p>
          <w:p w14:paraId="3B5C038B" w14:textId="77777777" w:rsidR="000D5D2A" w:rsidRPr="00845521" w:rsidRDefault="000D5D2A" w:rsidP="00DE40A1">
            <w:pPr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5400C87B" w14:textId="64FCE50B" w:rsidR="000D5D2A" w:rsidRPr="00845521" w:rsidRDefault="000D5D2A" w:rsidP="00DE40A1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845521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1D7F4A">
              <w:rPr>
                <w:rFonts w:ascii="Poppins" w:hAnsi="Poppins" w:cs="Poppins"/>
                <w:b/>
                <w:sz w:val="20"/>
              </w:rPr>
              <w:t>Emmeti</w:t>
            </w:r>
            <w:r w:rsidRPr="00845521">
              <w:rPr>
                <w:rFonts w:ascii="Poppins" w:hAnsi="Poppins" w:cs="Poppins"/>
                <w:b/>
                <w:sz w:val="20"/>
              </w:rPr>
              <w:t xml:space="preserve"> – Modello Chiave per filtro a squadra o equivalente.</w:t>
            </w:r>
          </w:p>
        </w:tc>
      </w:tr>
      <w:tr w:rsidR="000D5D2A" w:rsidRPr="00694BA1" w14:paraId="3C7851BC" w14:textId="77777777" w:rsidTr="000D5D2A">
        <w:tc>
          <w:tcPr>
            <w:tcW w:w="1398" w:type="dxa"/>
            <w:hideMark/>
          </w:tcPr>
          <w:p w14:paraId="5CD75ACE" w14:textId="77777777" w:rsidR="000D5D2A" w:rsidRPr="00845521" w:rsidRDefault="000D5D2A" w:rsidP="009A18E5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5521">
              <w:rPr>
                <w:rFonts w:ascii="Poppins" w:hAnsi="Poppins" w:cs="Poppins"/>
                <w:bCs/>
                <w:sz w:val="20"/>
              </w:rPr>
              <w:t>15500034</w:t>
            </w:r>
          </w:p>
        </w:tc>
        <w:tc>
          <w:tcPr>
            <w:tcW w:w="2297" w:type="dxa"/>
            <w:hideMark/>
          </w:tcPr>
          <w:p w14:paraId="4CC36ECC" w14:textId="77777777" w:rsidR="000D5D2A" w:rsidRPr="00845521" w:rsidRDefault="000D5D2A" w:rsidP="009A18E5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5521">
              <w:rPr>
                <w:rFonts w:ascii="Poppins" w:hAnsi="Poppins" w:cs="Poppins"/>
                <w:bCs/>
                <w:sz w:val="20"/>
              </w:rPr>
              <w:t xml:space="preserve">Filtro salvalavatrice anticalcare </w:t>
            </w:r>
          </w:p>
        </w:tc>
        <w:tc>
          <w:tcPr>
            <w:tcW w:w="5803" w:type="dxa"/>
          </w:tcPr>
          <w:p w14:paraId="007E5969" w14:textId="77777777" w:rsidR="000D5D2A" w:rsidRPr="00845521" w:rsidRDefault="000D5D2A" w:rsidP="00DE40A1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845521">
              <w:rPr>
                <w:rFonts w:ascii="Poppins" w:hAnsi="Poppins" w:cs="Poppins"/>
                <w:bCs/>
                <w:sz w:val="20"/>
              </w:rPr>
              <w:t>Filtro salvalavatrice anticalcare.</w:t>
            </w:r>
          </w:p>
          <w:p w14:paraId="0A38C7B2" w14:textId="77777777" w:rsidR="000D5D2A" w:rsidRPr="00845521" w:rsidRDefault="000D5D2A" w:rsidP="00DE40A1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3F51B422" w14:textId="15500624" w:rsidR="000D5D2A" w:rsidRPr="00845521" w:rsidRDefault="000D5D2A" w:rsidP="00DE40A1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845521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1D7F4A">
              <w:rPr>
                <w:rFonts w:ascii="Poppins" w:hAnsi="Poppins" w:cs="Poppins"/>
                <w:b/>
                <w:sz w:val="20"/>
              </w:rPr>
              <w:t>Emmeti</w:t>
            </w:r>
            <w:r w:rsidRPr="00845521">
              <w:rPr>
                <w:rFonts w:ascii="Poppins" w:hAnsi="Poppins" w:cs="Poppins"/>
                <w:b/>
                <w:sz w:val="20"/>
              </w:rPr>
              <w:t xml:space="preserve"> – Modello Filtro salvalavatrice anticalcare o equivalente.</w:t>
            </w:r>
          </w:p>
        </w:tc>
      </w:tr>
    </w:tbl>
    <w:p w14:paraId="564C48D4" w14:textId="77777777" w:rsidR="00931A8A" w:rsidRPr="00A06A5E" w:rsidRDefault="00931A8A" w:rsidP="00A06A5E"/>
    <w:sectPr w:rsidR="00931A8A" w:rsidRPr="00A06A5E" w:rsidSect="006D4FDF">
      <w:headerReference w:type="default" r:id="rId8"/>
      <w:footerReference w:type="default" r:id="rId9"/>
      <w:pgSz w:w="11907" w:h="16840" w:code="9"/>
      <w:pgMar w:top="1418" w:right="1134" w:bottom="1134" w:left="1134" w:header="1077" w:footer="454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4222F1" w14:textId="77777777" w:rsidR="00DC3369" w:rsidRDefault="00DC3369">
      <w:r>
        <w:separator/>
      </w:r>
    </w:p>
  </w:endnote>
  <w:endnote w:type="continuationSeparator" w:id="0">
    <w:p w14:paraId="2CD2A6AC" w14:textId="77777777" w:rsidR="00DC3369" w:rsidRDefault="00DC33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Univers 47 Condensed Light">
    <w:altName w:val="Arial"/>
    <w:panose1 w:val="00000000000000000000"/>
    <w:charset w:val="00"/>
    <w:family w:val="modern"/>
    <w:notTrueType/>
    <w:pitch w:val="variable"/>
    <w:sig w:usb0="A000002F" w:usb1="40000048" w:usb2="00000000" w:usb3="00000000" w:csb0="0000011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oppins">
    <w:panose1 w:val="00000500000000000000"/>
    <w:charset w:val="00"/>
    <w:family w:val="auto"/>
    <w:pitch w:val="variable"/>
    <w:sig w:usb0="00008007" w:usb1="00000000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-CondensedLight">
    <w:altName w:val="Univers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G Omega">
    <w:altName w:val="Century Gothic"/>
    <w:charset w:val="00"/>
    <w:family w:val="swiss"/>
    <w:pitch w:val="variable"/>
    <w:sig w:usb0="00000007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Uni Neue Regular">
    <w:altName w:val="Calibri"/>
    <w:panose1 w:val="00000000000000000000"/>
    <w:charset w:val="00"/>
    <w:family w:val="modern"/>
    <w:notTrueType/>
    <w:pitch w:val="variable"/>
    <w:sig w:usb0="A00002EF" w:usb1="0000207B" w:usb2="00000000" w:usb3="00000000" w:csb0="000000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C504DD" w14:textId="77777777" w:rsidR="00D52887" w:rsidRDefault="00D52887"/>
  <w:tbl>
    <w:tblPr>
      <w:tblW w:w="10263" w:type="dxa"/>
      <w:tblInd w:w="-284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792"/>
      <w:gridCol w:w="5471"/>
    </w:tblGrid>
    <w:tr w:rsidR="00D52887" w14:paraId="113E374E" w14:textId="77777777" w:rsidTr="004706FD">
      <w:tc>
        <w:tcPr>
          <w:tcW w:w="4534" w:type="dxa"/>
        </w:tcPr>
        <w:p w14:paraId="3458580B" w14:textId="649112E6" w:rsidR="00D52887" w:rsidRPr="00C86331" w:rsidRDefault="00D52887" w:rsidP="00C86331">
          <w:pPr>
            <w:pStyle w:val="Pidipagina"/>
            <w:tabs>
              <w:tab w:val="clear" w:pos="9638"/>
            </w:tabs>
            <w:ind w:left="-70"/>
            <w:rPr>
              <w:rFonts w:ascii="Poppins" w:hAnsi="Poppins" w:cs="Poppins"/>
              <w:iCs/>
              <w:sz w:val="16"/>
            </w:rPr>
          </w:pPr>
          <w:r w:rsidRPr="00EC29FF">
            <w:rPr>
              <w:rFonts w:ascii="Poppins" w:hAnsi="Poppins" w:cs="Poppins"/>
              <w:iCs/>
              <w:sz w:val="16"/>
            </w:rPr>
            <w:fldChar w:fldCharType="begin"/>
          </w:r>
          <w:r w:rsidRPr="00EC29FF">
            <w:rPr>
              <w:rFonts w:ascii="Poppins" w:hAnsi="Poppins" w:cs="Poppins"/>
              <w:iCs/>
              <w:sz w:val="16"/>
            </w:rPr>
            <w:instrText xml:space="preserve"> FILENAME  \* MERGEFORMAT </w:instrText>
          </w:r>
          <w:r w:rsidRPr="00EC29FF">
            <w:rPr>
              <w:rFonts w:ascii="Poppins" w:hAnsi="Poppins" w:cs="Poppins"/>
              <w:iCs/>
              <w:sz w:val="16"/>
            </w:rPr>
            <w:fldChar w:fldCharType="separate"/>
          </w:r>
          <w:r w:rsidR="000D5D2A">
            <w:rPr>
              <w:rFonts w:ascii="Poppins" w:hAnsi="Poppins" w:cs="Poppins"/>
              <w:iCs/>
              <w:noProof/>
              <w:sz w:val="16"/>
            </w:rPr>
            <w:t>Filtri per acqua</w:t>
          </w:r>
          <w:r w:rsidRPr="00EC29FF">
            <w:rPr>
              <w:rFonts w:ascii="Poppins" w:hAnsi="Poppins" w:cs="Poppins"/>
              <w:iCs/>
              <w:sz w:val="16"/>
            </w:rPr>
            <w:fldChar w:fldCharType="end"/>
          </w:r>
        </w:p>
      </w:tc>
      <w:tc>
        <w:tcPr>
          <w:tcW w:w="5176" w:type="dxa"/>
        </w:tcPr>
        <w:p w14:paraId="3C367BF5" w14:textId="1B72B776" w:rsidR="00D52887" w:rsidRPr="00EC29FF" w:rsidRDefault="00D52887">
          <w:pPr>
            <w:pStyle w:val="Pidipagina"/>
            <w:jc w:val="right"/>
            <w:rPr>
              <w:rFonts w:ascii="Poppins" w:hAnsi="Poppins" w:cs="Poppins"/>
              <w:sz w:val="14"/>
              <w:szCs w:val="14"/>
            </w:rPr>
          </w:pPr>
          <w:r w:rsidRPr="00EC29FF">
            <w:rPr>
              <w:rFonts w:ascii="Poppins" w:hAnsi="Poppins" w:cs="Poppins"/>
              <w:sz w:val="14"/>
              <w:szCs w:val="14"/>
            </w:rPr>
            <w:t xml:space="preserve">Pag. 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begin"/>
          </w:r>
          <w:r w:rsidRPr="00EC29FF">
            <w:rPr>
              <w:rFonts w:ascii="Poppins" w:hAnsi="Poppins" w:cs="Poppins"/>
              <w:sz w:val="14"/>
              <w:szCs w:val="14"/>
            </w:rPr>
            <w:instrText xml:space="preserve"> PAGE  \* MERGEFORMAT </w:instrTex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separate"/>
          </w:r>
          <w:r w:rsidRPr="00EC29FF">
            <w:rPr>
              <w:rFonts w:ascii="Poppins" w:hAnsi="Poppins" w:cs="Poppins"/>
              <w:noProof/>
              <w:sz w:val="14"/>
              <w:szCs w:val="14"/>
            </w:rPr>
            <w:t>1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end"/>
          </w:r>
          <w:r w:rsidRPr="00EC29FF">
            <w:rPr>
              <w:rFonts w:ascii="Poppins" w:hAnsi="Poppins" w:cs="Poppins"/>
              <w:sz w:val="14"/>
              <w:szCs w:val="14"/>
            </w:rPr>
            <w:t xml:space="preserve"> di 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begin"/>
          </w:r>
          <w:r w:rsidRPr="00EC29FF">
            <w:rPr>
              <w:rFonts w:ascii="Poppins" w:hAnsi="Poppins" w:cs="Poppins"/>
              <w:sz w:val="14"/>
              <w:szCs w:val="14"/>
            </w:rPr>
            <w:instrText xml:space="preserve"> SECTIONPAGES  \* MERGEFORMAT </w:instrTex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separate"/>
          </w:r>
          <w:r w:rsidR="00DE40A1">
            <w:rPr>
              <w:rFonts w:ascii="Poppins" w:hAnsi="Poppins" w:cs="Poppins"/>
              <w:noProof/>
              <w:sz w:val="14"/>
              <w:szCs w:val="14"/>
            </w:rPr>
            <w:t>4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end"/>
          </w:r>
        </w:p>
      </w:tc>
    </w:tr>
  </w:tbl>
  <w:p w14:paraId="1ADC61E3" w14:textId="77777777" w:rsidR="00D52887" w:rsidRPr="005C61B9" w:rsidRDefault="00D52887" w:rsidP="00E07577">
    <w:pPr>
      <w:pStyle w:val="Pidipagina"/>
      <w:ind w:left="-284" w:right="-284"/>
      <w:jc w:val="both"/>
      <w:rPr>
        <w:rFonts w:ascii="Uni Neue Regular" w:hAnsi="Uni Neue Regular" w:cs="Poppins"/>
        <w:color w:val="000000" w:themeColor="text1"/>
        <w:sz w:val="16"/>
      </w:rPr>
    </w:pPr>
    <w:r>
      <w:rPr>
        <w:rFonts w:ascii="Uni Neue Regular" w:hAnsi="Uni Neue Regular" w:cs="Poppins"/>
        <w:noProof/>
        <w:color w:val="000000" w:themeColor="text1"/>
        <w:sz w:val="16"/>
      </w:rPr>
      <w:drawing>
        <wp:inline distT="0" distB="0" distL="0" distR="0" wp14:anchorId="67CDA6FB" wp14:editId="578BE47E">
          <wp:extent cx="6516000" cy="633600"/>
          <wp:effectExtent l="0" t="0" r="0" b="0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e mt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16000" cy="633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BB1AA" w14:textId="77777777" w:rsidR="00DC3369" w:rsidRDefault="00DC3369">
      <w:r>
        <w:separator/>
      </w:r>
    </w:p>
  </w:footnote>
  <w:footnote w:type="continuationSeparator" w:id="0">
    <w:p w14:paraId="244EDB53" w14:textId="77777777" w:rsidR="00DC3369" w:rsidRDefault="00DC33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091B0F" w14:textId="77777777" w:rsidR="00D52887" w:rsidRDefault="00D52887" w:rsidP="00CC31A7">
    <w:pPr>
      <w:pStyle w:val="Intestazione"/>
      <w:jc w:val="center"/>
      <w:rPr>
        <w:sz w:val="16"/>
        <w:szCs w:val="16"/>
      </w:rPr>
    </w:pPr>
    <w:r>
      <w:rPr>
        <w:noProof/>
        <w:sz w:val="20"/>
      </w:rPr>
      <w:drawing>
        <wp:inline distT="0" distB="0" distL="0" distR="0" wp14:anchorId="0E26F756" wp14:editId="07EB4549">
          <wp:extent cx="1162050" cy="597323"/>
          <wp:effectExtent l="0" t="0" r="0" b="0"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emmeti_logo_ver_CMYK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73345" cy="60312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sz w:val="20"/>
      </w:rPr>
      <w:t xml:space="preserve">                                                                                  </w:t>
    </w:r>
  </w:p>
  <w:p w14:paraId="4C5FEE22" w14:textId="77777777" w:rsidR="00D52887" w:rsidRPr="00D440AE" w:rsidRDefault="00D52887" w:rsidP="00CC31A7">
    <w:pPr>
      <w:pStyle w:val="Intestazione"/>
      <w:jc w:val="center"/>
      <w:rPr>
        <w:sz w:val="16"/>
        <w:szCs w:val="16"/>
      </w:rPr>
    </w:pPr>
  </w:p>
  <w:p w14:paraId="173F6678" w14:textId="77777777" w:rsidR="00D52887" w:rsidRPr="00D440AE" w:rsidRDefault="00D52887" w:rsidP="00CC31A7">
    <w:pPr>
      <w:pStyle w:val="Intestazione"/>
      <w:jc w:val="center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135B4"/>
    <w:multiLevelType w:val="hybridMultilevel"/>
    <w:tmpl w:val="274010FE"/>
    <w:lvl w:ilvl="0" w:tplc="DBC4A896">
      <w:start w:val="6"/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C10DEA"/>
    <w:multiLevelType w:val="hybridMultilevel"/>
    <w:tmpl w:val="F36C22EE"/>
    <w:lvl w:ilvl="0" w:tplc="45345E3E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0DF1F0B"/>
    <w:multiLevelType w:val="hybridMultilevel"/>
    <w:tmpl w:val="CAC689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E16575"/>
    <w:multiLevelType w:val="hybridMultilevel"/>
    <w:tmpl w:val="0262D70E"/>
    <w:lvl w:ilvl="0" w:tplc="A53EA4D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49423A"/>
    <w:multiLevelType w:val="hybridMultilevel"/>
    <w:tmpl w:val="04D6E688"/>
    <w:lvl w:ilvl="0" w:tplc="B9B4A574">
      <w:numFmt w:val="bullet"/>
      <w:lvlText w:val="-"/>
      <w:lvlJc w:val="left"/>
      <w:pPr>
        <w:ind w:left="720" w:hanging="360"/>
      </w:pPr>
      <w:rPr>
        <w:rFonts w:ascii="Poppins" w:eastAsia="Times New Roman" w:hAnsi="Poppins" w:cs="Poppin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72E1735"/>
    <w:multiLevelType w:val="hybridMultilevel"/>
    <w:tmpl w:val="8B84E89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A69225B"/>
    <w:multiLevelType w:val="hybridMultilevel"/>
    <w:tmpl w:val="9A040514"/>
    <w:lvl w:ilvl="0" w:tplc="168E893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8B6973"/>
    <w:multiLevelType w:val="hybridMultilevel"/>
    <w:tmpl w:val="7D3E523C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102289E"/>
    <w:multiLevelType w:val="hybridMultilevel"/>
    <w:tmpl w:val="DCB0FD9A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7D2C1A"/>
    <w:multiLevelType w:val="hybridMultilevel"/>
    <w:tmpl w:val="F74253D2"/>
    <w:lvl w:ilvl="0" w:tplc="2156362E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5476FA"/>
    <w:multiLevelType w:val="hybridMultilevel"/>
    <w:tmpl w:val="9BA46068"/>
    <w:lvl w:ilvl="0" w:tplc="DA12A702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39F481E"/>
    <w:multiLevelType w:val="hybridMultilevel"/>
    <w:tmpl w:val="E3F837EA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6582910"/>
    <w:multiLevelType w:val="hybridMultilevel"/>
    <w:tmpl w:val="0040DF5C"/>
    <w:lvl w:ilvl="0" w:tplc="E73EEAB6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96C3ECE"/>
    <w:multiLevelType w:val="hybridMultilevel"/>
    <w:tmpl w:val="AB6AB67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1A67B29"/>
    <w:multiLevelType w:val="hybridMultilevel"/>
    <w:tmpl w:val="6EB23D48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6065166"/>
    <w:multiLevelType w:val="hybridMultilevel"/>
    <w:tmpl w:val="4F445F5E"/>
    <w:lvl w:ilvl="0" w:tplc="5968512A">
      <w:numFmt w:val="bullet"/>
      <w:lvlText w:val="-"/>
      <w:lvlJc w:val="left"/>
      <w:pPr>
        <w:ind w:left="720" w:hanging="360"/>
      </w:pPr>
      <w:rPr>
        <w:rFonts w:ascii="Univers-CondensedLight" w:eastAsia="Times New Roman" w:hAnsi="Univers-CondensedLight" w:cs="Univers-CondensedLight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6087FE0"/>
    <w:multiLevelType w:val="hybridMultilevel"/>
    <w:tmpl w:val="3124A924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FF680D"/>
    <w:multiLevelType w:val="hybridMultilevel"/>
    <w:tmpl w:val="C4FC9188"/>
    <w:lvl w:ilvl="0" w:tplc="3010242A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8282717"/>
    <w:multiLevelType w:val="hybridMultilevel"/>
    <w:tmpl w:val="203E5C84"/>
    <w:lvl w:ilvl="0" w:tplc="3628FC92">
      <w:start w:val="16"/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C1B065C"/>
    <w:multiLevelType w:val="hybridMultilevel"/>
    <w:tmpl w:val="9C5E4FF8"/>
    <w:lvl w:ilvl="0" w:tplc="532084A8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F5B454C"/>
    <w:multiLevelType w:val="hybridMultilevel"/>
    <w:tmpl w:val="DA6286B6"/>
    <w:lvl w:ilvl="0" w:tplc="156AED8C">
      <w:numFmt w:val="bullet"/>
      <w:lvlText w:val="-"/>
      <w:lvlJc w:val="left"/>
      <w:pPr>
        <w:ind w:left="4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4539637D"/>
    <w:multiLevelType w:val="hybridMultilevel"/>
    <w:tmpl w:val="1EF27E5C"/>
    <w:lvl w:ilvl="0" w:tplc="01CEB3F6">
      <w:numFmt w:val="bullet"/>
      <w:lvlText w:val="-"/>
      <w:lvlJc w:val="left"/>
      <w:pPr>
        <w:ind w:left="4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5551E49"/>
    <w:multiLevelType w:val="hybridMultilevel"/>
    <w:tmpl w:val="1830700C"/>
    <w:lvl w:ilvl="0" w:tplc="F5DEE7AA">
      <w:start w:val="1"/>
      <w:numFmt w:val="bullet"/>
      <w:lvlText w:val="○"/>
      <w:lvlJc w:val="left"/>
      <w:pPr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0B3170B"/>
    <w:multiLevelType w:val="hybridMultilevel"/>
    <w:tmpl w:val="CB7CF2FC"/>
    <w:lvl w:ilvl="0" w:tplc="F55ED408">
      <w:start w:val="2000"/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52122BB"/>
    <w:multiLevelType w:val="hybridMultilevel"/>
    <w:tmpl w:val="2842D460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84F0ECF"/>
    <w:multiLevelType w:val="hybridMultilevel"/>
    <w:tmpl w:val="85DAA3CA"/>
    <w:lvl w:ilvl="0" w:tplc="AC34B44E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CAF7F53"/>
    <w:multiLevelType w:val="hybridMultilevel"/>
    <w:tmpl w:val="AF28390C"/>
    <w:lvl w:ilvl="0" w:tplc="33803F0A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CD92C6E"/>
    <w:multiLevelType w:val="hybridMultilevel"/>
    <w:tmpl w:val="63B233A2"/>
    <w:lvl w:ilvl="0" w:tplc="2922648A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F4406B9"/>
    <w:multiLevelType w:val="hybridMultilevel"/>
    <w:tmpl w:val="EE98EF4A"/>
    <w:lvl w:ilvl="0" w:tplc="B2C47658">
      <w:start w:val="18"/>
      <w:numFmt w:val="bullet"/>
      <w:lvlText w:val="-"/>
      <w:lvlJc w:val="left"/>
      <w:pPr>
        <w:ind w:left="420" w:hanging="360"/>
      </w:pPr>
      <w:rPr>
        <w:rFonts w:ascii="Univers 47 Condensed Light" w:eastAsia="Times New Roman" w:hAnsi="Univers 47 Condensed Light" w:cs="Times New Roman" w:hint="default"/>
        <w:lang w:val="en-US"/>
      </w:rPr>
    </w:lvl>
    <w:lvl w:ilvl="1" w:tplc="0410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9" w15:restartNumberingAfterBreak="0">
    <w:nsid w:val="625F2EFC"/>
    <w:multiLevelType w:val="hybridMultilevel"/>
    <w:tmpl w:val="C67E767A"/>
    <w:lvl w:ilvl="0" w:tplc="5D529B42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7DD482F"/>
    <w:multiLevelType w:val="hybridMultilevel"/>
    <w:tmpl w:val="5088F62A"/>
    <w:lvl w:ilvl="0" w:tplc="B66A8524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8E15B5A"/>
    <w:multiLevelType w:val="hybridMultilevel"/>
    <w:tmpl w:val="910AA362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CED7CB8"/>
    <w:multiLevelType w:val="hybridMultilevel"/>
    <w:tmpl w:val="DDAA7F40"/>
    <w:lvl w:ilvl="0" w:tplc="6902F4F4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03A3A78"/>
    <w:multiLevelType w:val="hybridMultilevel"/>
    <w:tmpl w:val="BF941ECC"/>
    <w:lvl w:ilvl="0" w:tplc="F55ED408">
      <w:start w:val="2000"/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2167AFD"/>
    <w:multiLevelType w:val="hybridMultilevel"/>
    <w:tmpl w:val="2D7A051C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6CC3EFB"/>
    <w:multiLevelType w:val="hybridMultilevel"/>
    <w:tmpl w:val="A48E741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978681827">
    <w:abstractNumId w:val="22"/>
  </w:num>
  <w:num w:numId="2" w16cid:durableId="641084182">
    <w:abstractNumId w:val="21"/>
  </w:num>
  <w:num w:numId="3" w16cid:durableId="569920646">
    <w:abstractNumId w:val="10"/>
  </w:num>
  <w:num w:numId="4" w16cid:durableId="1165169203">
    <w:abstractNumId w:val="6"/>
  </w:num>
  <w:num w:numId="5" w16cid:durableId="1727022295">
    <w:abstractNumId w:val="17"/>
  </w:num>
  <w:num w:numId="6" w16cid:durableId="836112404">
    <w:abstractNumId w:val="15"/>
  </w:num>
  <w:num w:numId="7" w16cid:durableId="394738473">
    <w:abstractNumId w:val="12"/>
  </w:num>
  <w:num w:numId="8" w16cid:durableId="169032969">
    <w:abstractNumId w:val="15"/>
  </w:num>
  <w:num w:numId="9" w16cid:durableId="750083021">
    <w:abstractNumId w:val="0"/>
  </w:num>
  <w:num w:numId="10" w16cid:durableId="2048218915">
    <w:abstractNumId w:val="15"/>
  </w:num>
  <w:num w:numId="11" w16cid:durableId="1156414184">
    <w:abstractNumId w:val="26"/>
  </w:num>
  <w:num w:numId="12" w16cid:durableId="926499116">
    <w:abstractNumId w:val="29"/>
  </w:num>
  <w:num w:numId="13" w16cid:durableId="1484198119">
    <w:abstractNumId w:val="25"/>
  </w:num>
  <w:num w:numId="14" w16cid:durableId="1916864338">
    <w:abstractNumId w:val="13"/>
  </w:num>
  <w:num w:numId="15" w16cid:durableId="497577089">
    <w:abstractNumId w:val="27"/>
  </w:num>
  <w:num w:numId="16" w16cid:durableId="772019423">
    <w:abstractNumId w:val="33"/>
  </w:num>
  <w:num w:numId="17" w16cid:durableId="1835029335">
    <w:abstractNumId w:val="35"/>
  </w:num>
  <w:num w:numId="18" w16cid:durableId="422796479">
    <w:abstractNumId w:val="28"/>
  </w:num>
  <w:num w:numId="19" w16cid:durableId="1884512293">
    <w:abstractNumId w:val="2"/>
  </w:num>
  <w:num w:numId="20" w16cid:durableId="232545405">
    <w:abstractNumId w:val="3"/>
  </w:num>
  <w:num w:numId="21" w16cid:durableId="946690539">
    <w:abstractNumId w:val="18"/>
  </w:num>
  <w:num w:numId="22" w16cid:durableId="1046106968">
    <w:abstractNumId w:val="8"/>
  </w:num>
  <w:num w:numId="23" w16cid:durableId="1346176593">
    <w:abstractNumId w:val="24"/>
  </w:num>
  <w:num w:numId="24" w16cid:durableId="663624744">
    <w:abstractNumId w:val="34"/>
  </w:num>
  <w:num w:numId="25" w16cid:durableId="2030640885">
    <w:abstractNumId w:val="11"/>
  </w:num>
  <w:num w:numId="26" w16cid:durableId="1640649649">
    <w:abstractNumId w:val="14"/>
  </w:num>
  <w:num w:numId="27" w16cid:durableId="253319150">
    <w:abstractNumId w:val="31"/>
  </w:num>
  <w:num w:numId="28" w16cid:durableId="1870294874">
    <w:abstractNumId w:val="16"/>
  </w:num>
  <w:num w:numId="29" w16cid:durableId="343678560">
    <w:abstractNumId w:val="7"/>
  </w:num>
  <w:num w:numId="30" w16cid:durableId="440995882">
    <w:abstractNumId w:val="20"/>
  </w:num>
  <w:num w:numId="31" w16cid:durableId="1384869497">
    <w:abstractNumId w:val="32"/>
  </w:num>
  <w:num w:numId="32" w16cid:durableId="804003489">
    <w:abstractNumId w:val="9"/>
  </w:num>
  <w:num w:numId="33" w16cid:durableId="410003127">
    <w:abstractNumId w:val="9"/>
  </w:num>
  <w:num w:numId="34" w16cid:durableId="1129326822">
    <w:abstractNumId w:val="1"/>
  </w:num>
  <w:num w:numId="35" w16cid:durableId="2042199630">
    <w:abstractNumId w:val="19"/>
  </w:num>
  <w:num w:numId="36" w16cid:durableId="1355300668">
    <w:abstractNumId w:val="30"/>
  </w:num>
  <w:num w:numId="37" w16cid:durableId="1331327650">
    <w:abstractNumId w:val="5"/>
  </w:num>
  <w:num w:numId="38" w16cid:durableId="1428580191">
    <w:abstractNumId w:val="4"/>
  </w:num>
  <w:num w:numId="39" w16cid:durableId="172459426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attachedTemplate r:id="rId1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Da0tLCwMDM0MDEyszRU0lEKTi0uzszPAykwqwUALtT5CywAAAA="/>
  </w:docVars>
  <w:rsids>
    <w:rsidRoot w:val="00C86331"/>
    <w:rsid w:val="00000623"/>
    <w:rsid w:val="0006784D"/>
    <w:rsid w:val="0009136B"/>
    <w:rsid w:val="000A41FB"/>
    <w:rsid w:val="000B6932"/>
    <w:rsid w:val="000C52FA"/>
    <w:rsid w:val="000D5D2A"/>
    <w:rsid w:val="000F7A52"/>
    <w:rsid w:val="00103A0D"/>
    <w:rsid w:val="00117A0E"/>
    <w:rsid w:val="001441C6"/>
    <w:rsid w:val="001450AB"/>
    <w:rsid w:val="001620E3"/>
    <w:rsid w:val="00171DAE"/>
    <w:rsid w:val="00187EF7"/>
    <w:rsid w:val="00195A49"/>
    <w:rsid w:val="001A5581"/>
    <w:rsid w:val="001D365F"/>
    <w:rsid w:val="001D7F4A"/>
    <w:rsid w:val="001E0165"/>
    <w:rsid w:val="001E6403"/>
    <w:rsid w:val="001F782F"/>
    <w:rsid w:val="0023000E"/>
    <w:rsid w:val="002346C2"/>
    <w:rsid w:val="00264BCF"/>
    <w:rsid w:val="0028448D"/>
    <w:rsid w:val="00285A03"/>
    <w:rsid w:val="002862D2"/>
    <w:rsid w:val="002B5D63"/>
    <w:rsid w:val="002F7EEA"/>
    <w:rsid w:val="00304518"/>
    <w:rsid w:val="0032752D"/>
    <w:rsid w:val="003333BC"/>
    <w:rsid w:val="00344430"/>
    <w:rsid w:val="00350CA2"/>
    <w:rsid w:val="003524C7"/>
    <w:rsid w:val="00357812"/>
    <w:rsid w:val="00365710"/>
    <w:rsid w:val="00372ECE"/>
    <w:rsid w:val="003B0FFE"/>
    <w:rsid w:val="003D4BE3"/>
    <w:rsid w:val="003E1E94"/>
    <w:rsid w:val="00402F28"/>
    <w:rsid w:val="004272FC"/>
    <w:rsid w:val="00433C12"/>
    <w:rsid w:val="0044592F"/>
    <w:rsid w:val="00447EFC"/>
    <w:rsid w:val="004650C8"/>
    <w:rsid w:val="004706FD"/>
    <w:rsid w:val="00474537"/>
    <w:rsid w:val="0048382E"/>
    <w:rsid w:val="004A5AB6"/>
    <w:rsid w:val="004D401C"/>
    <w:rsid w:val="004F1A26"/>
    <w:rsid w:val="00500468"/>
    <w:rsid w:val="005235FA"/>
    <w:rsid w:val="00525BAE"/>
    <w:rsid w:val="00530F9B"/>
    <w:rsid w:val="005315F1"/>
    <w:rsid w:val="00536743"/>
    <w:rsid w:val="0054295B"/>
    <w:rsid w:val="00562D44"/>
    <w:rsid w:val="00562E55"/>
    <w:rsid w:val="00584984"/>
    <w:rsid w:val="0059646B"/>
    <w:rsid w:val="005C61B9"/>
    <w:rsid w:val="005E1169"/>
    <w:rsid w:val="006015C2"/>
    <w:rsid w:val="006040F5"/>
    <w:rsid w:val="00610639"/>
    <w:rsid w:val="00620C00"/>
    <w:rsid w:val="00640EFB"/>
    <w:rsid w:val="00665813"/>
    <w:rsid w:val="00690CC4"/>
    <w:rsid w:val="006B218C"/>
    <w:rsid w:val="006B29B1"/>
    <w:rsid w:val="006C14CB"/>
    <w:rsid w:val="006C2BE4"/>
    <w:rsid w:val="006D044B"/>
    <w:rsid w:val="006D4FDF"/>
    <w:rsid w:val="006E5C4B"/>
    <w:rsid w:val="006E6F9C"/>
    <w:rsid w:val="006F1812"/>
    <w:rsid w:val="006F6AB3"/>
    <w:rsid w:val="00702806"/>
    <w:rsid w:val="00710BB8"/>
    <w:rsid w:val="00727388"/>
    <w:rsid w:val="00734559"/>
    <w:rsid w:val="0073789C"/>
    <w:rsid w:val="0074500A"/>
    <w:rsid w:val="00745AB1"/>
    <w:rsid w:val="0074712F"/>
    <w:rsid w:val="00757AC7"/>
    <w:rsid w:val="00782096"/>
    <w:rsid w:val="007B5BA3"/>
    <w:rsid w:val="007C4ACA"/>
    <w:rsid w:val="007D5EC7"/>
    <w:rsid w:val="007E6E02"/>
    <w:rsid w:val="007E7665"/>
    <w:rsid w:val="007F4841"/>
    <w:rsid w:val="008014DD"/>
    <w:rsid w:val="0080323F"/>
    <w:rsid w:val="00830828"/>
    <w:rsid w:val="00844BBC"/>
    <w:rsid w:val="00845521"/>
    <w:rsid w:val="0085174B"/>
    <w:rsid w:val="008574C8"/>
    <w:rsid w:val="00867692"/>
    <w:rsid w:val="008804CB"/>
    <w:rsid w:val="00882947"/>
    <w:rsid w:val="00887902"/>
    <w:rsid w:val="008A2C0A"/>
    <w:rsid w:val="008B5587"/>
    <w:rsid w:val="008C2F88"/>
    <w:rsid w:val="008E5212"/>
    <w:rsid w:val="009027D5"/>
    <w:rsid w:val="00904071"/>
    <w:rsid w:val="009059BB"/>
    <w:rsid w:val="00922504"/>
    <w:rsid w:val="00923354"/>
    <w:rsid w:val="00931A8A"/>
    <w:rsid w:val="00936F47"/>
    <w:rsid w:val="0094047C"/>
    <w:rsid w:val="00942B09"/>
    <w:rsid w:val="00992282"/>
    <w:rsid w:val="0099452E"/>
    <w:rsid w:val="009A219D"/>
    <w:rsid w:val="009B37F1"/>
    <w:rsid w:val="009C1166"/>
    <w:rsid w:val="009D3135"/>
    <w:rsid w:val="009D51C1"/>
    <w:rsid w:val="009D54F1"/>
    <w:rsid w:val="009D6327"/>
    <w:rsid w:val="009E07DC"/>
    <w:rsid w:val="009E250A"/>
    <w:rsid w:val="009E2742"/>
    <w:rsid w:val="009E7B5E"/>
    <w:rsid w:val="00A04235"/>
    <w:rsid w:val="00A06A5E"/>
    <w:rsid w:val="00A16A8D"/>
    <w:rsid w:val="00A216E2"/>
    <w:rsid w:val="00A62A77"/>
    <w:rsid w:val="00A743FF"/>
    <w:rsid w:val="00A82E78"/>
    <w:rsid w:val="00AC0741"/>
    <w:rsid w:val="00AD05EC"/>
    <w:rsid w:val="00AD1706"/>
    <w:rsid w:val="00AF350C"/>
    <w:rsid w:val="00AF57DC"/>
    <w:rsid w:val="00B406A9"/>
    <w:rsid w:val="00B7475F"/>
    <w:rsid w:val="00B867FD"/>
    <w:rsid w:val="00B93CD1"/>
    <w:rsid w:val="00BB0104"/>
    <w:rsid w:val="00BB2A5B"/>
    <w:rsid w:val="00BD14D8"/>
    <w:rsid w:val="00BD731B"/>
    <w:rsid w:val="00BF1E16"/>
    <w:rsid w:val="00C02E1C"/>
    <w:rsid w:val="00C055AD"/>
    <w:rsid w:val="00C203AE"/>
    <w:rsid w:val="00C233C1"/>
    <w:rsid w:val="00C25698"/>
    <w:rsid w:val="00C27DFF"/>
    <w:rsid w:val="00C36C55"/>
    <w:rsid w:val="00C437EE"/>
    <w:rsid w:val="00C55FF9"/>
    <w:rsid w:val="00C84FD2"/>
    <w:rsid w:val="00C86331"/>
    <w:rsid w:val="00C93402"/>
    <w:rsid w:val="00C939B1"/>
    <w:rsid w:val="00CB1475"/>
    <w:rsid w:val="00CC31A7"/>
    <w:rsid w:val="00CE5350"/>
    <w:rsid w:val="00CE7C2F"/>
    <w:rsid w:val="00D061A5"/>
    <w:rsid w:val="00D178ED"/>
    <w:rsid w:val="00D17F30"/>
    <w:rsid w:val="00D2119B"/>
    <w:rsid w:val="00D229AF"/>
    <w:rsid w:val="00D26FD9"/>
    <w:rsid w:val="00D440AE"/>
    <w:rsid w:val="00D44371"/>
    <w:rsid w:val="00D52887"/>
    <w:rsid w:val="00D62BDF"/>
    <w:rsid w:val="00D832BB"/>
    <w:rsid w:val="00D902A4"/>
    <w:rsid w:val="00DA3646"/>
    <w:rsid w:val="00DC3369"/>
    <w:rsid w:val="00DD2E16"/>
    <w:rsid w:val="00DE40A1"/>
    <w:rsid w:val="00DE5C0B"/>
    <w:rsid w:val="00E07577"/>
    <w:rsid w:val="00E17A38"/>
    <w:rsid w:val="00E36C49"/>
    <w:rsid w:val="00E37CDF"/>
    <w:rsid w:val="00E42389"/>
    <w:rsid w:val="00E5632D"/>
    <w:rsid w:val="00E7391C"/>
    <w:rsid w:val="00E94BE3"/>
    <w:rsid w:val="00E958E5"/>
    <w:rsid w:val="00EA01C8"/>
    <w:rsid w:val="00EB33B9"/>
    <w:rsid w:val="00EC29FF"/>
    <w:rsid w:val="00ED24CF"/>
    <w:rsid w:val="00EF73E5"/>
    <w:rsid w:val="00F23AA6"/>
    <w:rsid w:val="00F50F65"/>
    <w:rsid w:val="00F53758"/>
    <w:rsid w:val="00F60A08"/>
    <w:rsid w:val="00FD02BC"/>
    <w:rsid w:val="00FD25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  <w14:docId w14:val="6BC3F6F3"/>
  <w15:chartTrackingRefBased/>
  <w15:docId w15:val="{7F9F0A67-C7E4-4B4C-80E1-FEC270199C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G Omega" w:hAnsi="CG Omega"/>
      <w:sz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Rimandocommento">
    <w:name w:val="annotation reference"/>
    <w:semiHidden/>
    <w:rPr>
      <w:sz w:val="16"/>
    </w:rPr>
  </w:style>
  <w:style w:type="paragraph" w:styleId="Testocommento">
    <w:name w:val="annotation text"/>
    <w:basedOn w:val="Normale"/>
    <w:link w:val="TestocommentoCarattere"/>
    <w:semiHidden/>
    <w:rPr>
      <w:sz w:val="20"/>
    </w:rPr>
  </w:style>
  <w:style w:type="character" w:styleId="Numeropagina">
    <w:name w:val="page number"/>
    <w:basedOn w:val="Carpredefinitoparagrafo"/>
    <w:semiHidden/>
  </w:style>
  <w:style w:type="character" w:styleId="Collegamentoipertestuale">
    <w:name w:val="Hyperlink"/>
    <w:semiHidden/>
    <w:rPr>
      <w:color w:val="0000FF"/>
      <w:u w:val="single"/>
    </w:rPr>
  </w:style>
  <w:style w:type="character" w:styleId="Collegamentovisitato">
    <w:name w:val="FollowedHyperlink"/>
    <w:semiHidden/>
    <w:rPr>
      <w:color w:val="800080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F7A5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0F7A52"/>
    <w:rPr>
      <w:rFonts w:ascii="Tahoma" w:hAnsi="Tahoma" w:cs="Tahoma"/>
      <w:sz w:val="16"/>
      <w:szCs w:val="16"/>
      <w:lang w:eastAsia="it-IT"/>
    </w:rPr>
  </w:style>
  <w:style w:type="character" w:customStyle="1" w:styleId="CollegamentoInternet">
    <w:name w:val="Collegamento Internet"/>
    <w:rsid w:val="001620E3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A06A5E"/>
    <w:pPr>
      <w:ind w:left="708"/>
    </w:pPr>
    <w:rPr>
      <w:rFonts w:ascii="Verdana" w:hAnsi="Verdana"/>
      <w:sz w:val="20"/>
    </w:rPr>
  </w:style>
  <w:style w:type="character" w:customStyle="1" w:styleId="TestocommentoCarattere">
    <w:name w:val="Testo commento Carattere"/>
    <w:link w:val="Testocommento"/>
    <w:semiHidden/>
    <w:rsid w:val="00A06A5E"/>
    <w:rPr>
      <w:rFonts w:ascii="CG Omega" w:hAnsi="CG Omega"/>
      <w:lang w:eastAsia="it-IT"/>
    </w:rPr>
  </w:style>
  <w:style w:type="character" w:customStyle="1" w:styleId="IntestazioneCarattere">
    <w:name w:val="Intestazione Carattere"/>
    <w:link w:val="Intestazione"/>
    <w:rsid w:val="007B5BA3"/>
    <w:rPr>
      <w:rFonts w:ascii="CG Omega" w:hAnsi="CG Omega"/>
      <w:sz w:val="24"/>
      <w:lang w:eastAsia="it-IT"/>
    </w:rPr>
  </w:style>
  <w:style w:type="table" w:styleId="Grigliatabella">
    <w:name w:val="Table Grid"/>
    <w:basedOn w:val="Tabellanormale"/>
    <w:rsid w:val="00757AC7"/>
    <w:rPr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testo">
    <w:name w:val="Body Text"/>
    <w:basedOn w:val="Normale"/>
    <w:link w:val="CorpotestoCarattere"/>
    <w:semiHidden/>
    <w:unhideWhenUsed/>
    <w:rsid w:val="00936F47"/>
    <w:rPr>
      <w:sz w:val="20"/>
    </w:rPr>
  </w:style>
  <w:style w:type="character" w:customStyle="1" w:styleId="CorpotestoCarattere">
    <w:name w:val="Corpo testo Carattere"/>
    <w:basedOn w:val="Carpredefinitoparagrafo"/>
    <w:link w:val="Corpotesto"/>
    <w:semiHidden/>
    <w:rsid w:val="00936F47"/>
    <w:rPr>
      <w:rFonts w:ascii="CG Omega" w:hAnsi="CG Omega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62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5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95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9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56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0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36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3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3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55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9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ig_lpa\Desktop\Modulistica%20EMMETI_FIV\Carta%20intestata%20e%20fax%20EMMETI%20e%20FIV\Emmeti%20new%202020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32230B-8151-4000-A442-35DD7B5996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Emmeti new 2020</Template>
  <TotalTime>0</TotalTime>
  <Pages>4</Pages>
  <Words>724</Words>
  <Characters>3757</Characters>
  <Application>Microsoft Office Word</Application>
  <DocSecurity>0</DocSecurity>
  <Lines>31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							</vt:lpstr>
    </vt:vector>
  </TitlesOfParts>
  <Company>EMMNETI</Company>
  <LinksUpToDate>false</LinksUpToDate>
  <CharactersWithSpaces>4473</CharactersWithSpaces>
  <SharedDoc>false</SharedDoc>
  <HLinks>
    <vt:vector size="12" baseType="variant">
      <vt:variant>
        <vt:i4>8192099</vt:i4>
      </vt:variant>
      <vt:variant>
        <vt:i4>12</vt:i4>
      </vt:variant>
      <vt:variant>
        <vt:i4>0</vt:i4>
      </vt:variant>
      <vt:variant>
        <vt:i4>5</vt:i4>
      </vt:variant>
      <vt:variant>
        <vt:lpwstr>http://www.fiv.it/</vt:lpwstr>
      </vt:variant>
      <vt:variant>
        <vt:lpwstr/>
      </vt:variant>
      <vt:variant>
        <vt:i4>1966130</vt:i4>
      </vt:variant>
      <vt:variant>
        <vt:i4>9</vt:i4>
      </vt:variant>
      <vt:variant>
        <vt:i4>0</vt:i4>
      </vt:variant>
      <vt:variant>
        <vt:i4>5</vt:i4>
      </vt:variant>
      <vt:variant>
        <vt:lpwstr>mailto:info@fiv.it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							</dc:title>
  <dc:subject/>
  <dc:creator>Luca PADOVAN</dc:creator>
  <cp:keywords/>
  <dc:description/>
  <cp:lastModifiedBy>Eva ZIN</cp:lastModifiedBy>
  <cp:revision>3</cp:revision>
  <cp:lastPrinted>2013-11-14T13:48:00Z</cp:lastPrinted>
  <dcterms:created xsi:type="dcterms:W3CDTF">2025-08-26T06:46:00Z</dcterms:created>
  <dcterms:modified xsi:type="dcterms:W3CDTF">2025-08-26T06:47:00Z</dcterms:modified>
</cp:coreProperties>
</file>